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9406A" w14:textId="77777777" w:rsidR="00244D63" w:rsidRPr="00244D63" w:rsidRDefault="00244D63" w:rsidP="00244D63">
      <w:pPr>
        <w:pStyle w:val="Overskrift1"/>
        <w:numPr>
          <w:ilvl w:val="0"/>
          <w:numId w:val="0"/>
        </w:numPr>
      </w:pPr>
      <w:r w:rsidRPr="00244D63">
        <w:t>Spilleregler for det gode samarbejde</w:t>
      </w:r>
    </w:p>
    <w:p w14:paraId="4908F30E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Dette sæt spilleregler kan anvendes som fælles rettesnor for teams, der ønsker et stærkt, respektfuldt og motiverende samarbejde.</w:t>
      </w:r>
    </w:p>
    <w:p w14:paraId="7761440A" w14:textId="77777777" w:rsidR="00244D63" w:rsidRPr="00244D63" w:rsidRDefault="00244D63" w:rsidP="00244D63">
      <w:pPr>
        <w:pStyle w:val="Overskrift2"/>
      </w:pPr>
      <w:r w:rsidRPr="00244D63">
        <w:t>1. Vi lytter aktivt</w:t>
      </w:r>
    </w:p>
    <w:p w14:paraId="697C194F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giver hinanden plads til at tale færdig.</w:t>
      </w:r>
      <w:r w:rsidRPr="00244D63">
        <w:rPr>
          <w:lang w:val="da-DK"/>
        </w:rPr>
        <w:br/>
        <w:t>• Vi viser interesse gennem øjenkontakt og kropssprog.</w:t>
      </w:r>
      <w:r w:rsidRPr="00244D63">
        <w:rPr>
          <w:lang w:val="da-DK"/>
        </w:rPr>
        <w:br/>
        <w:t>• Vi stiller nysgerrige spørgsmål frem for at antage.</w:t>
      </w:r>
    </w:p>
    <w:p w14:paraId="58E3D845" w14:textId="77777777" w:rsidR="00244D63" w:rsidRPr="00244D63" w:rsidRDefault="00244D63" w:rsidP="00244D63">
      <w:pPr>
        <w:pStyle w:val="Overskrift2"/>
      </w:pPr>
      <w:r w:rsidRPr="00244D63">
        <w:t>2. Vi bygger videre på hinandens idéer</w:t>
      </w:r>
    </w:p>
    <w:p w14:paraId="37ECB079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siger 'Ja, og…' i stedet for 'Ja, men…'.</w:t>
      </w:r>
      <w:r w:rsidRPr="00244D63">
        <w:rPr>
          <w:lang w:val="da-DK"/>
        </w:rPr>
        <w:br/>
        <w:t>• Vi anerkender bidrag, også når vi tænker anderledes.</w:t>
      </w:r>
      <w:r w:rsidRPr="00244D63">
        <w:rPr>
          <w:lang w:val="da-DK"/>
        </w:rPr>
        <w:br/>
        <w:t>• Vi ser forskellighed som en styrke.</w:t>
      </w:r>
    </w:p>
    <w:p w14:paraId="0E3AF0E5" w14:textId="77777777" w:rsidR="00244D63" w:rsidRPr="00244D63" w:rsidRDefault="00244D63" w:rsidP="00244D63">
      <w:pPr>
        <w:pStyle w:val="Overskrift2"/>
      </w:pPr>
      <w:r w:rsidRPr="00244D63">
        <w:t>3. Vi sikrer, at alle stemmer bliver hørt</w:t>
      </w:r>
    </w:p>
    <w:p w14:paraId="063839FE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Alle får ordet i løbet af drøftelser.</w:t>
      </w:r>
      <w:r w:rsidRPr="00244D63">
        <w:rPr>
          <w:lang w:val="da-DK"/>
        </w:rPr>
        <w:br/>
        <w:t>• Vi inviterer stille stemmer ind og giver plads til refleksion.</w:t>
      </w:r>
      <w:r w:rsidRPr="00244D63">
        <w:rPr>
          <w:lang w:val="da-DK"/>
        </w:rPr>
        <w:br/>
        <w:t>• Ingen dominerer samtalen – vi deler taletiden.</w:t>
      </w:r>
    </w:p>
    <w:p w14:paraId="36156C9D" w14:textId="77777777" w:rsidR="00244D63" w:rsidRPr="00244D63" w:rsidRDefault="00244D63" w:rsidP="00244D63">
      <w:pPr>
        <w:pStyle w:val="Overskrift2"/>
      </w:pPr>
      <w:r w:rsidRPr="00244D63">
        <w:t>4. Vi er tydelige og respektfulde i vores kommunikation</w:t>
      </w:r>
    </w:p>
    <w:p w14:paraId="6EF4845F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siger, hvad vi mener – og mener, hvad vi siger, med respekt.</w:t>
      </w:r>
      <w:r w:rsidRPr="00244D63">
        <w:rPr>
          <w:lang w:val="da-DK"/>
        </w:rPr>
        <w:br/>
        <w:t>• Vi giver feedback på adfærd, ikke på person.</w:t>
      </w:r>
      <w:r w:rsidRPr="00244D63">
        <w:rPr>
          <w:lang w:val="da-DK"/>
        </w:rPr>
        <w:br/>
        <w:t>• Vi tager konflikter tidligt og direkte – med fokus på løsning.</w:t>
      </w:r>
    </w:p>
    <w:p w14:paraId="35871956" w14:textId="77777777" w:rsidR="00244D63" w:rsidRPr="00244D63" w:rsidRDefault="00244D63" w:rsidP="00244D63">
      <w:pPr>
        <w:pStyle w:val="Overskrift2"/>
      </w:pPr>
      <w:r w:rsidRPr="00244D63">
        <w:t>5. Vi tager fælles ansvar for processen</w:t>
      </w:r>
    </w:p>
    <w:p w14:paraId="1AE3D694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hjælper hinanden med at holde fokus.</w:t>
      </w:r>
      <w:r w:rsidRPr="00244D63">
        <w:rPr>
          <w:lang w:val="da-DK"/>
        </w:rPr>
        <w:br/>
        <w:t>• Vi deler viden og ressourcer åbent.</w:t>
      </w:r>
      <w:r w:rsidRPr="00244D63">
        <w:rPr>
          <w:lang w:val="da-DK"/>
        </w:rPr>
        <w:br/>
        <w:t>• Vi fejrer små fremskridt og lærer af fejl sammen.</w:t>
      </w:r>
    </w:p>
    <w:p w14:paraId="31ABB98B" w14:textId="77777777" w:rsidR="00244D63" w:rsidRPr="00244D63" w:rsidRDefault="00244D63" w:rsidP="00244D63">
      <w:pPr>
        <w:pStyle w:val="Overskrift2"/>
      </w:pPr>
      <w:r w:rsidRPr="00244D63">
        <w:t>6. Vi bruger teamets samlede kompetencer</w:t>
      </w:r>
    </w:p>
    <w:p w14:paraId="23F9D1CE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anerkender, at vi har forskellige styrker.</w:t>
      </w:r>
      <w:r w:rsidRPr="00244D63">
        <w:rPr>
          <w:lang w:val="da-DK"/>
        </w:rPr>
        <w:br/>
        <w:t>• Vi fordeler opgaver efter kompetence og lyst, ikke kun rolle.</w:t>
      </w:r>
      <w:r w:rsidRPr="00244D63">
        <w:rPr>
          <w:lang w:val="da-DK"/>
        </w:rPr>
        <w:br/>
        <w:t>• Vi spørger om hjælp – og tilbyder den selv.</w:t>
      </w:r>
    </w:p>
    <w:p w14:paraId="41F28A2D" w14:textId="77777777" w:rsidR="00244D63" w:rsidRPr="00244D63" w:rsidRDefault="00244D63" w:rsidP="00244D63">
      <w:pPr>
        <w:pStyle w:val="Overskrift2"/>
      </w:pPr>
      <w:r w:rsidRPr="00244D63">
        <w:t>7. Vi har det sjovt undervejs</w:t>
      </w:r>
    </w:p>
    <w:p w14:paraId="10ABBEFC" w14:textId="77777777" w:rsidR="00244D63" w:rsidRPr="00244D63" w:rsidRDefault="00244D63" w:rsidP="00244D63">
      <w:pPr>
        <w:rPr>
          <w:lang w:val="da-DK"/>
        </w:rPr>
      </w:pPr>
      <w:r w:rsidRPr="00244D63">
        <w:rPr>
          <w:lang w:val="da-DK"/>
        </w:rPr>
        <w:t>• Vi skaber et trygt rum med plads til grin, fejl og spontanitet.</w:t>
      </w:r>
      <w:r w:rsidRPr="00244D63">
        <w:rPr>
          <w:lang w:val="da-DK"/>
        </w:rPr>
        <w:br/>
        <w:t>• Vi husker, at energi og humor styrker samarbejdet.</w:t>
      </w:r>
    </w:p>
    <w:p w14:paraId="1A505C82" w14:textId="77777777" w:rsidR="003615AD" w:rsidRPr="00244D63" w:rsidRDefault="003615AD" w:rsidP="004B4666">
      <w:pPr>
        <w:rPr>
          <w:rFonts w:ascii="Calibri" w:hAnsi="Calibri" w:cs="Calibri"/>
          <w:b/>
          <w:bCs/>
          <w:iCs/>
          <w:noProof/>
          <w:sz w:val="24"/>
          <w:lang w:val="da-DK"/>
        </w:rPr>
      </w:pPr>
    </w:p>
    <w:sectPr w:rsidR="003615AD" w:rsidRPr="00244D63" w:rsidSect="004F7021">
      <w:headerReference w:type="default" r:id="rId7"/>
      <w:footerReference w:type="even" r:id="rId8"/>
      <w:footerReference w:type="default" r:id="rId9"/>
      <w:pgSz w:w="11906" w:h="16838"/>
      <w:pgMar w:top="1418" w:right="849" w:bottom="1418" w:left="1559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2F3BE" w14:textId="77777777" w:rsidR="005207EF" w:rsidRDefault="005207EF">
      <w:r>
        <w:separator/>
      </w:r>
    </w:p>
  </w:endnote>
  <w:endnote w:type="continuationSeparator" w:id="0">
    <w:p w14:paraId="39AEB069" w14:textId="77777777" w:rsidR="005207EF" w:rsidRDefault="0052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Rmn 12p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radeGoth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91E7" w14:textId="77777777" w:rsidR="00821732" w:rsidRDefault="00821732" w:rsidP="007E1515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43080E81" w14:textId="77777777" w:rsidR="00821732" w:rsidRDefault="00821732" w:rsidP="007E1515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C9AB" w14:textId="77777777" w:rsidR="00821732" w:rsidRDefault="00821732" w:rsidP="007E1515">
    <w:pPr>
      <w:pStyle w:val="Sidefod"/>
      <w:framePr w:wrap="none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8F11DB">
      <w:rPr>
        <w:rStyle w:val="Sidetal"/>
        <w:noProof/>
      </w:rPr>
      <w:t>2</w:t>
    </w:r>
    <w:r>
      <w:rPr>
        <w:rStyle w:val="Sidetal"/>
      </w:rPr>
      <w:fldChar w:fldCharType="end"/>
    </w:r>
  </w:p>
  <w:p w14:paraId="126A772C" w14:textId="77777777" w:rsidR="00FE3118" w:rsidRPr="005B717C" w:rsidRDefault="00FE3118" w:rsidP="007E1515">
    <w:pPr>
      <w:pStyle w:val="Sidefod"/>
      <w:ind w:right="360"/>
      <w:jc w:val="center"/>
      <w:rPr>
        <w:color w:val="aut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A97AA" w14:textId="77777777" w:rsidR="005207EF" w:rsidRDefault="005207EF">
      <w:r>
        <w:separator/>
      </w:r>
    </w:p>
  </w:footnote>
  <w:footnote w:type="continuationSeparator" w:id="0">
    <w:p w14:paraId="044C4256" w14:textId="77777777" w:rsidR="005207EF" w:rsidRDefault="00520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5CB9" w14:textId="77777777" w:rsidR="00A63B9C" w:rsidRDefault="00016D28" w:rsidP="00A63B9C">
    <w:pPr>
      <w:pStyle w:val="Sidehoved"/>
      <w:jc w:val="right"/>
    </w:pPr>
    <w:r>
      <w:rPr>
        <w:noProof/>
      </w:rPr>
      <w:drawing>
        <wp:inline distT="0" distB="0" distL="0" distR="0" wp14:anchorId="1C7C41A9" wp14:editId="0568F3AF">
          <wp:extent cx="1101970" cy="1101970"/>
          <wp:effectExtent l="0" t="0" r="0" b="0"/>
          <wp:docPr id="1752320074" name="Billede 1" descr="Et billede, der indeholder Grafik, grafisk design, skærmbillede, design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2320074" name="Billede 1" descr="Et billede, der indeholder Grafik, grafisk design, skærmbillede, design&#10;&#10;Automatisk generere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861" cy="1148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0C417FC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243AB"/>
    <w:multiLevelType w:val="hybridMultilevel"/>
    <w:tmpl w:val="A7A873F0"/>
    <w:lvl w:ilvl="0" w:tplc="720C8F86">
      <w:start w:val="1"/>
      <w:numFmt w:val="decimal"/>
      <w:lvlText w:val="%1."/>
      <w:lvlJc w:val="left"/>
      <w:pPr>
        <w:ind w:left="6321" w:hanging="855"/>
      </w:pPr>
      <w:rPr>
        <w:rFonts w:cs="Times New Roman" w:hint="default"/>
      </w:rPr>
    </w:lvl>
    <w:lvl w:ilvl="1" w:tplc="04060019">
      <w:start w:val="1"/>
      <w:numFmt w:val="lowerLetter"/>
      <w:lvlText w:val="%2."/>
      <w:lvlJc w:val="left"/>
      <w:pPr>
        <w:ind w:left="6546" w:hanging="360"/>
      </w:pPr>
      <w:rPr>
        <w:rFonts w:cs="Times New Roman"/>
      </w:rPr>
    </w:lvl>
    <w:lvl w:ilvl="2" w:tplc="0406001B">
      <w:start w:val="1"/>
      <w:numFmt w:val="lowerRoman"/>
      <w:lvlText w:val="%3."/>
      <w:lvlJc w:val="right"/>
      <w:pPr>
        <w:ind w:left="7266" w:hanging="180"/>
      </w:pPr>
      <w:rPr>
        <w:rFonts w:cs="Times New Roman"/>
      </w:rPr>
    </w:lvl>
    <w:lvl w:ilvl="3" w:tplc="0406000F">
      <w:start w:val="1"/>
      <w:numFmt w:val="decimal"/>
      <w:lvlText w:val="%4."/>
      <w:lvlJc w:val="left"/>
      <w:pPr>
        <w:ind w:left="7986" w:hanging="360"/>
      </w:pPr>
      <w:rPr>
        <w:rFonts w:cs="Times New Roman"/>
      </w:rPr>
    </w:lvl>
    <w:lvl w:ilvl="4" w:tplc="04060019">
      <w:start w:val="1"/>
      <w:numFmt w:val="lowerLetter"/>
      <w:lvlText w:val="%5."/>
      <w:lvlJc w:val="left"/>
      <w:pPr>
        <w:ind w:left="8706" w:hanging="360"/>
      </w:pPr>
      <w:rPr>
        <w:rFonts w:cs="Times New Roman"/>
      </w:rPr>
    </w:lvl>
    <w:lvl w:ilvl="5" w:tplc="0406001B">
      <w:start w:val="1"/>
      <w:numFmt w:val="lowerRoman"/>
      <w:lvlText w:val="%6."/>
      <w:lvlJc w:val="right"/>
      <w:pPr>
        <w:ind w:left="9426" w:hanging="180"/>
      </w:pPr>
      <w:rPr>
        <w:rFonts w:cs="Times New Roman"/>
      </w:rPr>
    </w:lvl>
    <w:lvl w:ilvl="6" w:tplc="0406000F">
      <w:start w:val="1"/>
      <w:numFmt w:val="decimal"/>
      <w:lvlText w:val="%7."/>
      <w:lvlJc w:val="left"/>
      <w:pPr>
        <w:ind w:left="10146" w:hanging="360"/>
      </w:pPr>
      <w:rPr>
        <w:rFonts w:cs="Times New Roman"/>
      </w:rPr>
    </w:lvl>
    <w:lvl w:ilvl="7" w:tplc="04060019">
      <w:start w:val="1"/>
      <w:numFmt w:val="lowerLetter"/>
      <w:lvlText w:val="%8."/>
      <w:lvlJc w:val="left"/>
      <w:pPr>
        <w:ind w:left="10866" w:hanging="360"/>
      </w:pPr>
      <w:rPr>
        <w:rFonts w:cs="Times New Roman"/>
      </w:rPr>
    </w:lvl>
    <w:lvl w:ilvl="8" w:tplc="0406001B">
      <w:start w:val="1"/>
      <w:numFmt w:val="lowerRoman"/>
      <w:lvlText w:val="%9."/>
      <w:lvlJc w:val="right"/>
      <w:pPr>
        <w:ind w:left="11586" w:hanging="180"/>
      </w:pPr>
      <w:rPr>
        <w:rFonts w:cs="Times New Roman"/>
      </w:rPr>
    </w:lvl>
  </w:abstractNum>
  <w:abstractNum w:abstractNumId="2" w15:restartNumberingAfterBreak="0">
    <w:nsid w:val="071148C8"/>
    <w:multiLevelType w:val="multilevel"/>
    <w:tmpl w:val="C2EED88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7F74800"/>
    <w:multiLevelType w:val="hybridMultilevel"/>
    <w:tmpl w:val="691E2AE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D46DD"/>
    <w:multiLevelType w:val="multilevel"/>
    <w:tmpl w:val="95D47E3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AD010A3"/>
    <w:multiLevelType w:val="hybridMultilevel"/>
    <w:tmpl w:val="6C22C396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F5C4B"/>
    <w:multiLevelType w:val="hybridMultilevel"/>
    <w:tmpl w:val="CEF05F62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07777"/>
    <w:multiLevelType w:val="multilevel"/>
    <w:tmpl w:val="DC7E710E"/>
    <w:lvl w:ilvl="0">
      <w:start w:val="1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9EB0BDC"/>
    <w:multiLevelType w:val="multilevel"/>
    <w:tmpl w:val="6142AF3C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B3C12F8"/>
    <w:multiLevelType w:val="hybridMultilevel"/>
    <w:tmpl w:val="C9A2CEB4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4C84"/>
    <w:multiLevelType w:val="hybridMultilevel"/>
    <w:tmpl w:val="68561E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D5E3F"/>
    <w:multiLevelType w:val="hybridMultilevel"/>
    <w:tmpl w:val="68561E4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27DAB"/>
    <w:multiLevelType w:val="hybridMultilevel"/>
    <w:tmpl w:val="B4C80FE8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43909"/>
    <w:multiLevelType w:val="hybridMultilevel"/>
    <w:tmpl w:val="AADA1B5A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11984"/>
    <w:multiLevelType w:val="hybridMultilevel"/>
    <w:tmpl w:val="40486BDA"/>
    <w:lvl w:ilvl="0" w:tplc="207ED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/>
        <w:color w:val="FF850D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02AE5"/>
    <w:multiLevelType w:val="multilevel"/>
    <w:tmpl w:val="B33C84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E3766D"/>
    <w:multiLevelType w:val="hybridMultilevel"/>
    <w:tmpl w:val="78EEA352"/>
    <w:lvl w:ilvl="0" w:tplc="EE085BAC">
      <w:start w:val="1"/>
      <w:numFmt w:val="decimal"/>
      <w:pStyle w:val="Overskrift1"/>
      <w:lvlText w:val="KAPITEL %1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caps/>
        <w:color w:val="FF850D"/>
        <w:sz w:val="36"/>
      </w:rPr>
    </w:lvl>
    <w:lvl w:ilvl="1" w:tplc="040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  <w:color w:val="FF850D"/>
        <w:sz w:val="36"/>
      </w:rPr>
    </w:lvl>
    <w:lvl w:ilvl="2" w:tplc="0406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D4096A"/>
    <w:multiLevelType w:val="multilevel"/>
    <w:tmpl w:val="C8D8939C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8" w15:restartNumberingAfterBreak="0">
    <w:nsid w:val="30EA4586"/>
    <w:multiLevelType w:val="multilevel"/>
    <w:tmpl w:val="F28681D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B63AB9"/>
    <w:multiLevelType w:val="hybridMultilevel"/>
    <w:tmpl w:val="07EEB8FC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22B21"/>
    <w:multiLevelType w:val="hybridMultilevel"/>
    <w:tmpl w:val="83BC3B76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A2DCE"/>
    <w:multiLevelType w:val="hybridMultilevel"/>
    <w:tmpl w:val="04F223B6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C6A6F"/>
    <w:multiLevelType w:val="multilevel"/>
    <w:tmpl w:val="D0F2600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449C66A9"/>
    <w:multiLevelType w:val="hybridMultilevel"/>
    <w:tmpl w:val="39E20C88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B7A08"/>
    <w:multiLevelType w:val="hybridMultilevel"/>
    <w:tmpl w:val="CDA0EA68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B69B3"/>
    <w:multiLevelType w:val="hybridMultilevel"/>
    <w:tmpl w:val="751E8C6E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F124A"/>
    <w:multiLevelType w:val="hybridMultilevel"/>
    <w:tmpl w:val="B4861ADA"/>
    <w:lvl w:ilvl="0" w:tplc="43BE2ED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473D3D"/>
    <w:multiLevelType w:val="multilevel"/>
    <w:tmpl w:val="F79EF29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8" w15:restartNumberingAfterBreak="0">
    <w:nsid w:val="4C8841CB"/>
    <w:multiLevelType w:val="hybridMultilevel"/>
    <w:tmpl w:val="6F7C8654"/>
    <w:lvl w:ilvl="0" w:tplc="0406000F">
      <w:start w:val="1"/>
      <w:numFmt w:val="decimal"/>
      <w:lvlText w:val="%1."/>
      <w:lvlJc w:val="left"/>
      <w:pPr>
        <w:ind w:left="1571" w:hanging="360"/>
      </w:pPr>
    </w:lvl>
    <w:lvl w:ilvl="1" w:tplc="04060019" w:tentative="1">
      <w:start w:val="1"/>
      <w:numFmt w:val="lowerLetter"/>
      <w:lvlText w:val="%2."/>
      <w:lvlJc w:val="left"/>
      <w:pPr>
        <w:ind w:left="2291" w:hanging="360"/>
      </w:pPr>
    </w:lvl>
    <w:lvl w:ilvl="2" w:tplc="0406001B" w:tentative="1">
      <w:start w:val="1"/>
      <w:numFmt w:val="lowerRoman"/>
      <w:lvlText w:val="%3."/>
      <w:lvlJc w:val="right"/>
      <w:pPr>
        <w:ind w:left="3011" w:hanging="180"/>
      </w:pPr>
    </w:lvl>
    <w:lvl w:ilvl="3" w:tplc="0406000F" w:tentative="1">
      <w:start w:val="1"/>
      <w:numFmt w:val="decimal"/>
      <w:lvlText w:val="%4."/>
      <w:lvlJc w:val="left"/>
      <w:pPr>
        <w:ind w:left="3731" w:hanging="360"/>
      </w:pPr>
    </w:lvl>
    <w:lvl w:ilvl="4" w:tplc="04060019" w:tentative="1">
      <w:start w:val="1"/>
      <w:numFmt w:val="lowerLetter"/>
      <w:lvlText w:val="%5."/>
      <w:lvlJc w:val="left"/>
      <w:pPr>
        <w:ind w:left="4451" w:hanging="360"/>
      </w:pPr>
    </w:lvl>
    <w:lvl w:ilvl="5" w:tplc="0406001B" w:tentative="1">
      <w:start w:val="1"/>
      <w:numFmt w:val="lowerRoman"/>
      <w:lvlText w:val="%6."/>
      <w:lvlJc w:val="right"/>
      <w:pPr>
        <w:ind w:left="5171" w:hanging="180"/>
      </w:pPr>
    </w:lvl>
    <w:lvl w:ilvl="6" w:tplc="0406000F" w:tentative="1">
      <w:start w:val="1"/>
      <w:numFmt w:val="decimal"/>
      <w:lvlText w:val="%7."/>
      <w:lvlJc w:val="left"/>
      <w:pPr>
        <w:ind w:left="5891" w:hanging="360"/>
      </w:pPr>
    </w:lvl>
    <w:lvl w:ilvl="7" w:tplc="04060019" w:tentative="1">
      <w:start w:val="1"/>
      <w:numFmt w:val="lowerLetter"/>
      <w:lvlText w:val="%8."/>
      <w:lvlJc w:val="left"/>
      <w:pPr>
        <w:ind w:left="6611" w:hanging="360"/>
      </w:pPr>
    </w:lvl>
    <w:lvl w:ilvl="8" w:tplc="040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D515EB9"/>
    <w:multiLevelType w:val="hybridMultilevel"/>
    <w:tmpl w:val="7758D84A"/>
    <w:lvl w:ilvl="0" w:tplc="720C8F86">
      <w:start w:val="1"/>
      <w:numFmt w:val="decimal"/>
      <w:lvlText w:val="%1."/>
      <w:lvlJc w:val="left"/>
      <w:pPr>
        <w:ind w:left="6321" w:hanging="855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56783"/>
    <w:multiLevelType w:val="multilevel"/>
    <w:tmpl w:val="947281D4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03A0698"/>
    <w:multiLevelType w:val="hybridMultilevel"/>
    <w:tmpl w:val="D03644DC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5581F"/>
    <w:multiLevelType w:val="multilevel"/>
    <w:tmpl w:val="DEC0167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2AB2926"/>
    <w:multiLevelType w:val="hybridMultilevel"/>
    <w:tmpl w:val="CBE6D91C"/>
    <w:lvl w:ilvl="0" w:tplc="854299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aps/>
        <w:color w:val="FF850D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3497115"/>
    <w:multiLevelType w:val="hybridMultilevel"/>
    <w:tmpl w:val="2938D1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992685"/>
    <w:multiLevelType w:val="hybridMultilevel"/>
    <w:tmpl w:val="C810B502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E616C8"/>
    <w:multiLevelType w:val="hybridMultilevel"/>
    <w:tmpl w:val="566E0E90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750B53"/>
    <w:multiLevelType w:val="hybridMultilevel"/>
    <w:tmpl w:val="B236414A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046460"/>
    <w:multiLevelType w:val="hybridMultilevel"/>
    <w:tmpl w:val="E1CCFD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C46B6"/>
    <w:multiLevelType w:val="hybridMultilevel"/>
    <w:tmpl w:val="DC58CF26"/>
    <w:lvl w:ilvl="0" w:tplc="88EA1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/>
        <w:color w:val="FF850D"/>
        <w:sz w:val="22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64278"/>
    <w:multiLevelType w:val="hybridMultilevel"/>
    <w:tmpl w:val="83AE35B0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BD0106"/>
    <w:multiLevelType w:val="hybridMultilevel"/>
    <w:tmpl w:val="010C9E40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F45D0"/>
    <w:multiLevelType w:val="hybridMultilevel"/>
    <w:tmpl w:val="0A361F70"/>
    <w:lvl w:ilvl="0" w:tplc="EF123C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2AAA0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366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C84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689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1092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05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405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B2A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4A0A87"/>
    <w:multiLevelType w:val="hybridMultilevel"/>
    <w:tmpl w:val="1318E7DA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0525B"/>
    <w:multiLevelType w:val="hybridMultilevel"/>
    <w:tmpl w:val="EE221330"/>
    <w:lvl w:ilvl="0" w:tplc="9CD8AB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/>
        <w:color w:val="FF850D"/>
        <w:sz w:val="22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BD0816"/>
    <w:multiLevelType w:val="hybridMultilevel"/>
    <w:tmpl w:val="C9462BE8"/>
    <w:lvl w:ilvl="0" w:tplc="43BE2ED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32A83"/>
    <w:multiLevelType w:val="hybridMultilevel"/>
    <w:tmpl w:val="41E2DD18"/>
    <w:lvl w:ilvl="0" w:tplc="43BE2ED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68852F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6F6B7F"/>
    <w:multiLevelType w:val="hybridMultilevel"/>
    <w:tmpl w:val="8920F7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781220">
    <w:abstractNumId w:val="16"/>
  </w:num>
  <w:num w:numId="2" w16cid:durableId="291177306">
    <w:abstractNumId w:val="0"/>
  </w:num>
  <w:num w:numId="3" w16cid:durableId="170920534">
    <w:abstractNumId w:val="42"/>
  </w:num>
  <w:num w:numId="4" w16cid:durableId="780494507">
    <w:abstractNumId w:val="39"/>
  </w:num>
  <w:num w:numId="5" w16cid:durableId="2098867308">
    <w:abstractNumId w:val="44"/>
  </w:num>
  <w:num w:numId="6" w16cid:durableId="621692443">
    <w:abstractNumId w:val="19"/>
  </w:num>
  <w:num w:numId="7" w16cid:durableId="623271065">
    <w:abstractNumId w:val="26"/>
  </w:num>
  <w:num w:numId="8" w16cid:durableId="558980242">
    <w:abstractNumId w:val="24"/>
  </w:num>
  <w:num w:numId="9" w16cid:durableId="125321926">
    <w:abstractNumId w:val="45"/>
  </w:num>
  <w:num w:numId="10" w16cid:durableId="1802075103">
    <w:abstractNumId w:val="31"/>
  </w:num>
  <w:num w:numId="11" w16cid:durableId="598411456">
    <w:abstractNumId w:val="41"/>
  </w:num>
  <w:num w:numId="12" w16cid:durableId="1494300560">
    <w:abstractNumId w:val="46"/>
  </w:num>
  <w:num w:numId="13" w16cid:durableId="9841079">
    <w:abstractNumId w:val="36"/>
  </w:num>
  <w:num w:numId="14" w16cid:durableId="1709185617">
    <w:abstractNumId w:val="35"/>
  </w:num>
  <w:num w:numId="15" w16cid:durableId="397942031">
    <w:abstractNumId w:val="25"/>
  </w:num>
  <w:num w:numId="16" w16cid:durableId="874462444">
    <w:abstractNumId w:val="43"/>
  </w:num>
  <w:num w:numId="17" w16cid:durableId="526019088">
    <w:abstractNumId w:val="23"/>
  </w:num>
  <w:num w:numId="18" w16cid:durableId="294528101">
    <w:abstractNumId w:val="6"/>
  </w:num>
  <w:num w:numId="19" w16cid:durableId="1027291209">
    <w:abstractNumId w:val="40"/>
  </w:num>
  <w:num w:numId="20" w16cid:durableId="475220021">
    <w:abstractNumId w:val="13"/>
  </w:num>
  <w:num w:numId="21" w16cid:durableId="854224920">
    <w:abstractNumId w:val="12"/>
  </w:num>
  <w:num w:numId="22" w16cid:durableId="1470244393">
    <w:abstractNumId w:val="21"/>
  </w:num>
  <w:num w:numId="23" w16cid:durableId="1700155501">
    <w:abstractNumId w:val="9"/>
  </w:num>
  <w:num w:numId="24" w16cid:durableId="263074055">
    <w:abstractNumId w:val="20"/>
  </w:num>
  <w:num w:numId="25" w16cid:durableId="1594392574">
    <w:abstractNumId w:val="33"/>
  </w:num>
  <w:num w:numId="26" w16cid:durableId="1853640464">
    <w:abstractNumId w:val="14"/>
  </w:num>
  <w:num w:numId="27" w16cid:durableId="209847660">
    <w:abstractNumId w:val="18"/>
  </w:num>
  <w:num w:numId="28" w16cid:durableId="501093929">
    <w:abstractNumId w:val="1"/>
  </w:num>
  <w:num w:numId="29" w16cid:durableId="1228342756">
    <w:abstractNumId w:val="32"/>
  </w:num>
  <w:num w:numId="30" w16cid:durableId="923994281">
    <w:abstractNumId w:val="27"/>
  </w:num>
  <w:num w:numId="31" w16cid:durableId="4481326">
    <w:abstractNumId w:val="8"/>
  </w:num>
  <w:num w:numId="32" w16cid:durableId="562058218">
    <w:abstractNumId w:val="4"/>
  </w:num>
  <w:num w:numId="33" w16cid:durableId="668946950">
    <w:abstractNumId w:val="2"/>
  </w:num>
  <w:num w:numId="34" w16cid:durableId="1576014079">
    <w:abstractNumId w:val="22"/>
  </w:num>
  <w:num w:numId="35" w16cid:durableId="2024164831">
    <w:abstractNumId w:val="17"/>
  </w:num>
  <w:num w:numId="36" w16cid:durableId="1426028710">
    <w:abstractNumId w:val="30"/>
  </w:num>
  <w:num w:numId="37" w16cid:durableId="795103740">
    <w:abstractNumId w:val="7"/>
  </w:num>
  <w:num w:numId="38" w16cid:durableId="61762047">
    <w:abstractNumId w:val="15"/>
  </w:num>
  <w:num w:numId="39" w16cid:durableId="1063262790">
    <w:abstractNumId w:val="37"/>
  </w:num>
  <w:num w:numId="40" w16cid:durableId="629625554">
    <w:abstractNumId w:val="28"/>
  </w:num>
  <w:num w:numId="41" w16cid:durableId="880554604">
    <w:abstractNumId w:val="29"/>
  </w:num>
  <w:num w:numId="42" w16cid:durableId="2049450836">
    <w:abstractNumId w:val="47"/>
  </w:num>
  <w:num w:numId="43" w16cid:durableId="1057052464">
    <w:abstractNumId w:val="3"/>
  </w:num>
  <w:num w:numId="44" w16cid:durableId="1409886493">
    <w:abstractNumId w:val="38"/>
  </w:num>
  <w:num w:numId="45" w16cid:durableId="714475993">
    <w:abstractNumId w:val="34"/>
  </w:num>
  <w:num w:numId="46" w16cid:durableId="2145804055">
    <w:abstractNumId w:val="5"/>
  </w:num>
  <w:num w:numId="47" w16cid:durableId="1324430499">
    <w:abstractNumId w:val="11"/>
  </w:num>
  <w:num w:numId="48" w16cid:durableId="198475248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63"/>
    <w:rsid w:val="00000070"/>
    <w:rsid w:val="0000007C"/>
    <w:rsid w:val="00000316"/>
    <w:rsid w:val="00000542"/>
    <w:rsid w:val="00003084"/>
    <w:rsid w:val="00003DCF"/>
    <w:rsid w:val="00004473"/>
    <w:rsid w:val="0000482E"/>
    <w:rsid w:val="00004B57"/>
    <w:rsid w:val="00005050"/>
    <w:rsid w:val="00005436"/>
    <w:rsid w:val="000068EC"/>
    <w:rsid w:val="00006995"/>
    <w:rsid w:val="00007387"/>
    <w:rsid w:val="00007C2E"/>
    <w:rsid w:val="00010B9C"/>
    <w:rsid w:val="00011F7A"/>
    <w:rsid w:val="00012BE1"/>
    <w:rsid w:val="00012CB2"/>
    <w:rsid w:val="00013B8E"/>
    <w:rsid w:val="00013F40"/>
    <w:rsid w:val="00013FA8"/>
    <w:rsid w:val="000147BF"/>
    <w:rsid w:val="00015126"/>
    <w:rsid w:val="00015A25"/>
    <w:rsid w:val="00016090"/>
    <w:rsid w:val="00016D28"/>
    <w:rsid w:val="00020CFC"/>
    <w:rsid w:val="00021E72"/>
    <w:rsid w:val="0002222B"/>
    <w:rsid w:val="00023869"/>
    <w:rsid w:val="00023D08"/>
    <w:rsid w:val="000241B4"/>
    <w:rsid w:val="0002462C"/>
    <w:rsid w:val="00024A80"/>
    <w:rsid w:val="00024EBC"/>
    <w:rsid w:val="000257ED"/>
    <w:rsid w:val="0002685F"/>
    <w:rsid w:val="00026AA8"/>
    <w:rsid w:val="00026AE4"/>
    <w:rsid w:val="0002786C"/>
    <w:rsid w:val="0002788B"/>
    <w:rsid w:val="000304C9"/>
    <w:rsid w:val="000306F5"/>
    <w:rsid w:val="000307B5"/>
    <w:rsid w:val="00031325"/>
    <w:rsid w:val="00032954"/>
    <w:rsid w:val="00032AA4"/>
    <w:rsid w:val="00033B62"/>
    <w:rsid w:val="000346E8"/>
    <w:rsid w:val="000357F8"/>
    <w:rsid w:val="0003619F"/>
    <w:rsid w:val="000402DC"/>
    <w:rsid w:val="00041391"/>
    <w:rsid w:val="000418C9"/>
    <w:rsid w:val="00041E22"/>
    <w:rsid w:val="00041F3B"/>
    <w:rsid w:val="00042022"/>
    <w:rsid w:val="000422A0"/>
    <w:rsid w:val="000426B7"/>
    <w:rsid w:val="0004311B"/>
    <w:rsid w:val="0004346C"/>
    <w:rsid w:val="0004390D"/>
    <w:rsid w:val="0004395F"/>
    <w:rsid w:val="00043AF8"/>
    <w:rsid w:val="000441E3"/>
    <w:rsid w:val="000445BE"/>
    <w:rsid w:val="00044EF9"/>
    <w:rsid w:val="0004514E"/>
    <w:rsid w:val="00045FBE"/>
    <w:rsid w:val="00046EFB"/>
    <w:rsid w:val="00046F49"/>
    <w:rsid w:val="00047FA0"/>
    <w:rsid w:val="0005021D"/>
    <w:rsid w:val="000503D6"/>
    <w:rsid w:val="000509AF"/>
    <w:rsid w:val="00050BA6"/>
    <w:rsid w:val="00051163"/>
    <w:rsid w:val="00051B3A"/>
    <w:rsid w:val="00051E48"/>
    <w:rsid w:val="000529B4"/>
    <w:rsid w:val="00052CDF"/>
    <w:rsid w:val="00052FE8"/>
    <w:rsid w:val="0005305E"/>
    <w:rsid w:val="00053A5F"/>
    <w:rsid w:val="00053CCC"/>
    <w:rsid w:val="00054B86"/>
    <w:rsid w:val="00054D2B"/>
    <w:rsid w:val="00054E81"/>
    <w:rsid w:val="0005509B"/>
    <w:rsid w:val="0005563D"/>
    <w:rsid w:val="000558DA"/>
    <w:rsid w:val="000560B9"/>
    <w:rsid w:val="00056924"/>
    <w:rsid w:val="0005701E"/>
    <w:rsid w:val="00057BBF"/>
    <w:rsid w:val="00057CB9"/>
    <w:rsid w:val="00060597"/>
    <w:rsid w:val="00060DAF"/>
    <w:rsid w:val="00060DBB"/>
    <w:rsid w:val="00061094"/>
    <w:rsid w:val="00061129"/>
    <w:rsid w:val="00061288"/>
    <w:rsid w:val="000623F0"/>
    <w:rsid w:val="00062B8F"/>
    <w:rsid w:val="00062FF7"/>
    <w:rsid w:val="000635BA"/>
    <w:rsid w:val="00063BF4"/>
    <w:rsid w:val="000644C1"/>
    <w:rsid w:val="00064979"/>
    <w:rsid w:val="00066059"/>
    <w:rsid w:val="000677CB"/>
    <w:rsid w:val="00071C32"/>
    <w:rsid w:val="00072268"/>
    <w:rsid w:val="00072431"/>
    <w:rsid w:val="00073DB0"/>
    <w:rsid w:val="00074659"/>
    <w:rsid w:val="00075B40"/>
    <w:rsid w:val="00075E7F"/>
    <w:rsid w:val="0007659F"/>
    <w:rsid w:val="00077056"/>
    <w:rsid w:val="000775B6"/>
    <w:rsid w:val="000775F7"/>
    <w:rsid w:val="00081648"/>
    <w:rsid w:val="00082877"/>
    <w:rsid w:val="00083571"/>
    <w:rsid w:val="00083817"/>
    <w:rsid w:val="000847FE"/>
    <w:rsid w:val="00084E87"/>
    <w:rsid w:val="00085CC5"/>
    <w:rsid w:val="00085D19"/>
    <w:rsid w:val="00086AB8"/>
    <w:rsid w:val="00087162"/>
    <w:rsid w:val="000918D3"/>
    <w:rsid w:val="000919EE"/>
    <w:rsid w:val="00091B96"/>
    <w:rsid w:val="0009340E"/>
    <w:rsid w:val="0009362F"/>
    <w:rsid w:val="00093A20"/>
    <w:rsid w:val="00093C6A"/>
    <w:rsid w:val="00094103"/>
    <w:rsid w:val="00095B44"/>
    <w:rsid w:val="00096EAF"/>
    <w:rsid w:val="00097947"/>
    <w:rsid w:val="000A0229"/>
    <w:rsid w:val="000A06D1"/>
    <w:rsid w:val="000A06E5"/>
    <w:rsid w:val="000A0B9B"/>
    <w:rsid w:val="000A1C3A"/>
    <w:rsid w:val="000A22C7"/>
    <w:rsid w:val="000A2336"/>
    <w:rsid w:val="000A34B8"/>
    <w:rsid w:val="000A3E89"/>
    <w:rsid w:val="000A4055"/>
    <w:rsid w:val="000A62EB"/>
    <w:rsid w:val="000A69AA"/>
    <w:rsid w:val="000A6C6A"/>
    <w:rsid w:val="000A6E2D"/>
    <w:rsid w:val="000A7CAC"/>
    <w:rsid w:val="000B17CF"/>
    <w:rsid w:val="000B19C9"/>
    <w:rsid w:val="000B2DAB"/>
    <w:rsid w:val="000B3030"/>
    <w:rsid w:val="000B413C"/>
    <w:rsid w:val="000B4140"/>
    <w:rsid w:val="000B44C9"/>
    <w:rsid w:val="000B6D36"/>
    <w:rsid w:val="000B744B"/>
    <w:rsid w:val="000B792C"/>
    <w:rsid w:val="000B792D"/>
    <w:rsid w:val="000C0189"/>
    <w:rsid w:val="000C0908"/>
    <w:rsid w:val="000C0FA9"/>
    <w:rsid w:val="000C1321"/>
    <w:rsid w:val="000C1A61"/>
    <w:rsid w:val="000C1E9D"/>
    <w:rsid w:val="000C2704"/>
    <w:rsid w:val="000C2B4B"/>
    <w:rsid w:val="000C3810"/>
    <w:rsid w:val="000C3B15"/>
    <w:rsid w:val="000C3F4E"/>
    <w:rsid w:val="000C4471"/>
    <w:rsid w:val="000C46AD"/>
    <w:rsid w:val="000C4DCF"/>
    <w:rsid w:val="000C4F95"/>
    <w:rsid w:val="000C568F"/>
    <w:rsid w:val="000C5DB5"/>
    <w:rsid w:val="000C6326"/>
    <w:rsid w:val="000C669B"/>
    <w:rsid w:val="000C6F69"/>
    <w:rsid w:val="000C7CC2"/>
    <w:rsid w:val="000C7E85"/>
    <w:rsid w:val="000D0987"/>
    <w:rsid w:val="000D0A38"/>
    <w:rsid w:val="000D2756"/>
    <w:rsid w:val="000D2C97"/>
    <w:rsid w:val="000D34BF"/>
    <w:rsid w:val="000D40A0"/>
    <w:rsid w:val="000D49ED"/>
    <w:rsid w:val="000D4B0A"/>
    <w:rsid w:val="000D557D"/>
    <w:rsid w:val="000D5D74"/>
    <w:rsid w:val="000D65A1"/>
    <w:rsid w:val="000D6BAD"/>
    <w:rsid w:val="000D70B8"/>
    <w:rsid w:val="000D7BDF"/>
    <w:rsid w:val="000D7DD3"/>
    <w:rsid w:val="000E05C0"/>
    <w:rsid w:val="000E152B"/>
    <w:rsid w:val="000E1B08"/>
    <w:rsid w:val="000E1D7D"/>
    <w:rsid w:val="000E3987"/>
    <w:rsid w:val="000E43C8"/>
    <w:rsid w:val="000E4893"/>
    <w:rsid w:val="000E4FB7"/>
    <w:rsid w:val="000E50A5"/>
    <w:rsid w:val="000E526F"/>
    <w:rsid w:val="000E5790"/>
    <w:rsid w:val="000E62AF"/>
    <w:rsid w:val="000E70A0"/>
    <w:rsid w:val="000E77BD"/>
    <w:rsid w:val="000F1191"/>
    <w:rsid w:val="000F1596"/>
    <w:rsid w:val="000F15D7"/>
    <w:rsid w:val="000F174E"/>
    <w:rsid w:val="000F19F5"/>
    <w:rsid w:val="000F1AC9"/>
    <w:rsid w:val="000F28DE"/>
    <w:rsid w:val="000F2ACE"/>
    <w:rsid w:val="000F366A"/>
    <w:rsid w:val="000F5205"/>
    <w:rsid w:val="000F521C"/>
    <w:rsid w:val="000F56C1"/>
    <w:rsid w:val="000F5B17"/>
    <w:rsid w:val="000F5F4F"/>
    <w:rsid w:val="000F61E3"/>
    <w:rsid w:val="000F6453"/>
    <w:rsid w:val="000F6551"/>
    <w:rsid w:val="000F760C"/>
    <w:rsid w:val="000F7787"/>
    <w:rsid w:val="0010026F"/>
    <w:rsid w:val="001015BE"/>
    <w:rsid w:val="001019A6"/>
    <w:rsid w:val="001020A1"/>
    <w:rsid w:val="00103720"/>
    <w:rsid w:val="00104599"/>
    <w:rsid w:val="0010508B"/>
    <w:rsid w:val="0010553E"/>
    <w:rsid w:val="00106A38"/>
    <w:rsid w:val="001077A6"/>
    <w:rsid w:val="001113C7"/>
    <w:rsid w:val="00111CEF"/>
    <w:rsid w:val="001131F5"/>
    <w:rsid w:val="00113248"/>
    <w:rsid w:val="0011364E"/>
    <w:rsid w:val="00114BBF"/>
    <w:rsid w:val="00114D57"/>
    <w:rsid w:val="001154A1"/>
    <w:rsid w:val="00115CFC"/>
    <w:rsid w:val="00115DB1"/>
    <w:rsid w:val="001176E7"/>
    <w:rsid w:val="0011798D"/>
    <w:rsid w:val="001212DA"/>
    <w:rsid w:val="00121E11"/>
    <w:rsid w:val="00122202"/>
    <w:rsid w:val="00122BCD"/>
    <w:rsid w:val="00122FA3"/>
    <w:rsid w:val="001230D7"/>
    <w:rsid w:val="00123258"/>
    <w:rsid w:val="00123923"/>
    <w:rsid w:val="00123BA3"/>
    <w:rsid w:val="00123E37"/>
    <w:rsid w:val="0012620B"/>
    <w:rsid w:val="001262E4"/>
    <w:rsid w:val="00127320"/>
    <w:rsid w:val="00127C4A"/>
    <w:rsid w:val="00127FAB"/>
    <w:rsid w:val="0013007D"/>
    <w:rsid w:val="00130179"/>
    <w:rsid w:val="00130FF9"/>
    <w:rsid w:val="00132FD9"/>
    <w:rsid w:val="001339BD"/>
    <w:rsid w:val="001345F5"/>
    <w:rsid w:val="00135D71"/>
    <w:rsid w:val="00136149"/>
    <w:rsid w:val="00136FBA"/>
    <w:rsid w:val="001374EE"/>
    <w:rsid w:val="00137919"/>
    <w:rsid w:val="00140B2E"/>
    <w:rsid w:val="001410BB"/>
    <w:rsid w:val="00141354"/>
    <w:rsid w:val="00142155"/>
    <w:rsid w:val="0014372E"/>
    <w:rsid w:val="00143792"/>
    <w:rsid w:val="00143FD5"/>
    <w:rsid w:val="00144E13"/>
    <w:rsid w:val="00145D22"/>
    <w:rsid w:val="00146EE4"/>
    <w:rsid w:val="00147168"/>
    <w:rsid w:val="00150267"/>
    <w:rsid w:val="001507BB"/>
    <w:rsid w:val="001509A1"/>
    <w:rsid w:val="00151E80"/>
    <w:rsid w:val="00152577"/>
    <w:rsid w:val="001527FD"/>
    <w:rsid w:val="00153E96"/>
    <w:rsid w:val="00153FE6"/>
    <w:rsid w:val="0015476A"/>
    <w:rsid w:val="00154884"/>
    <w:rsid w:val="00154F23"/>
    <w:rsid w:val="00155866"/>
    <w:rsid w:val="00155985"/>
    <w:rsid w:val="0015717E"/>
    <w:rsid w:val="00157A43"/>
    <w:rsid w:val="00160829"/>
    <w:rsid w:val="0016085C"/>
    <w:rsid w:val="00161375"/>
    <w:rsid w:val="001616D8"/>
    <w:rsid w:val="0016340A"/>
    <w:rsid w:val="00164DEA"/>
    <w:rsid w:val="0016539A"/>
    <w:rsid w:val="001654F1"/>
    <w:rsid w:val="00166CBE"/>
    <w:rsid w:val="0016738E"/>
    <w:rsid w:val="00167CDC"/>
    <w:rsid w:val="00167CF3"/>
    <w:rsid w:val="00170973"/>
    <w:rsid w:val="00171709"/>
    <w:rsid w:val="00172188"/>
    <w:rsid w:val="00172658"/>
    <w:rsid w:val="00172860"/>
    <w:rsid w:val="00172BA4"/>
    <w:rsid w:val="00176A40"/>
    <w:rsid w:val="0017752A"/>
    <w:rsid w:val="00177CC9"/>
    <w:rsid w:val="0018020F"/>
    <w:rsid w:val="00180CF4"/>
    <w:rsid w:val="00182447"/>
    <w:rsid w:val="00182626"/>
    <w:rsid w:val="00182B33"/>
    <w:rsid w:val="00185430"/>
    <w:rsid w:val="0018655B"/>
    <w:rsid w:val="00186722"/>
    <w:rsid w:val="0018682E"/>
    <w:rsid w:val="00187977"/>
    <w:rsid w:val="001920A1"/>
    <w:rsid w:val="0019335B"/>
    <w:rsid w:val="00193E47"/>
    <w:rsid w:val="00194A2A"/>
    <w:rsid w:val="00195D72"/>
    <w:rsid w:val="00195E72"/>
    <w:rsid w:val="00196CD2"/>
    <w:rsid w:val="001A234F"/>
    <w:rsid w:val="001A2547"/>
    <w:rsid w:val="001A294A"/>
    <w:rsid w:val="001A336B"/>
    <w:rsid w:val="001A3C5E"/>
    <w:rsid w:val="001A4628"/>
    <w:rsid w:val="001A491B"/>
    <w:rsid w:val="001A53FA"/>
    <w:rsid w:val="001A5805"/>
    <w:rsid w:val="001A65FD"/>
    <w:rsid w:val="001A66C0"/>
    <w:rsid w:val="001A6F39"/>
    <w:rsid w:val="001B0A23"/>
    <w:rsid w:val="001B2E52"/>
    <w:rsid w:val="001B34A8"/>
    <w:rsid w:val="001B3527"/>
    <w:rsid w:val="001B3A59"/>
    <w:rsid w:val="001B4779"/>
    <w:rsid w:val="001B546D"/>
    <w:rsid w:val="001B5CD6"/>
    <w:rsid w:val="001B5D28"/>
    <w:rsid w:val="001B668F"/>
    <w:rsid w:val="001B67DF"/>
    <w:rsid w:val="001B6A17"/>
    <w:rsid w:val="001B7A98"/>
    <w:rsid w:val="001C0923"/>
    <w:rsid w:val="001C0E7A"/>
    <w:rsid w:val="001C0EE8"/>
    <w:rsid w:val="001C1BB8"/>
    <w:rsid w:val="001C226B"/>
    <w:rsid w:val="001C23D1"/>
    <w:rsid w:val="001C34A5"/>
    <w:rsid w:val="001C3951"/>
    <w:rsid w:val="001C62DA"/>
    <w:rsid w:val="001C6E37"/>
    <w:rsid w:val="001C6E5E"/>
    <w:rsid w:val="001C7144"/>
    <w:rsid w:val="001C744F"/>
    <w:rsid w:val="001C757D"/>
    <w:rsid w:val="001C7FA2"/>
    <w:rsid w:val="001D0F14"/>
    <w:rsid w:val="001D108F"/>
    <w:rsid w:val="001D1D2A"/>
    <w:rsid w:val="001D2299"/>
    <w:rsid w:val="001D2758"/>
    <w:rsid w:val="001D28BD"/>
    <w:rsid w:val="001D2F5D"/>
    <w:rsid w:val="001D4EAE"/>
    <w:rsid w:val="001D60FA"/>
    <w:rsid w:val="001D639D"/>
    <w:rsid w:val="001D7521"/>
    <w:rsid w:val="001E0078"/>
    <w:rsid w:val="001E054A"/>
    <w:rsid w:val="001E0B6C"/>
    <w:rsid w:val="001E0E35"/>
    <w:rsid w:val="001E11BF"/>
    <w:rsid w:val="001E26CC"/>
    <w:rsid w:val="001E2BD5"/>
    <w:rsid w:val="001E3A9B"/>
    <w:rsid w:val="001E4241"/>
    <w:rsid w:val="001E4469"/>
    <w:rsid w:val="001E45D1"/>
    <w:rsid w:val="001E4A56"/>
    <w:rsid w:val="001E528A"/>
    <w:rsid w:val="001E5F43"/>
    <w:rsid w:val="001E600B"/>
    <w:rsid w:val="001E606E"/>
    <w:rsid w:val="001E6577"/>
    <w:rsid w:val="001E663D"/>
    <w:rsid w:val="001E66E5"/>
    <w:rsid w:val="001F0F4D"/>
    <w:rsid w:val="001F130C"/>
    <w:rsid w:val="001F195B"/>
    <w:rsid w:val="001F213E"/>
    <w:rsid w:val="001F2195"/>
    <w:rsid w:val="001F25BD"/>
    <w:rsid w:val="001F25C5"/>
    <w:rsid w:val="001F39CA"/>
    <w:rsid w:val="001F4B69"/>
    <w:rsid w:val="001F55B6"/>
    <w:rsid w:val="001F56C4"/>
    <w:rsid w:val="001F5949"/>
    <w:rsid w:val="001F64B7"/>
    <w:rsid w:val="001F7C89"/>
    <w:rsid w:val="0020050C"/>
    <w:rsid w:val="002008B3"/>
    <w:rsid w:val="00200A87"/>
    <w:rsid w:val="00201172"/>
    <w:rsid w:val="002011C4"/>
    <w:rsid w:val="002017E0"/>
    <w:rsid w:val="00202287"/>
    <w:rsid w:val="0020385A"/>
    <w:rsid w:val="00204555"/>
    <w:rsid w:val="00204F19"/>
    <w:rsid w:val="002058D1"/>
    <w:rsid w:val="00205D79"/>
    <w:rsid w:val="00207AC3"/>
    <w:rsid w:val="002107F6"/>
    <w:rsid w:val="002126C7"/>
    <w:rsid w:val="0021284C"/>
    <w:rsid w:val="00212BB5"/>
    <w:rsid w:val="00212FEF"/>
    <w:rsid w:val="0021632C"/>
    <w:rsid w:val="002167EE"/>
    <w:rsid w:val="00216982"/>
    <w:rsid w:val="00217CBC"/>
    <w:rsid w:val="00221331"/>
    <w:rsid w:val="0022149A"/>
    <w:rsid w:val="002219E1"/>
    <w:rsid w:val="00222011"/>
    <w:rsid w:val="00222A14"/>
    <w:rsid w:val="00222AA7"/>
    <w:rsid w:val="00223576"/>
    <w:rsid w:val="0022448E"/>
    <w:rsid w:val="002255B4"/>
    <w:rsid w:val="00227052"/>
    <w:rsid w:val="00227424"/>
    <w:rsid w:val="00227C48"/>
    <w:rsid w:val="00227CEE"/>
    <w:rsid w:val="00227ED8"/>
    <w:rsid w:val="00227F16"/>
    <w:rsid w:val="00230235"/>
    <w:rsid w:val="00230BB0"/>
    <w:rsid w:val="00230E04"/>
    <w:rsid w:val="002318E1"/>
    <w:rsid w:val="00231A2D"/>
    <w:rsid w:val="002349DD"/>
    <w:rsid w:val="002349FE"/>
    <w:rsid w:val="00235497"/>
    <w:rsid w:val="00235B84"/>
    <w:rsid w:val="0023613C"/>
    <w:rsid w:val="002369C4"/>
    <w:rsid w:val="002372FF"/>
    <w:rsid w:val="0024005D"/>
    <w:rsid w:val="0024014E"/>
    <w:rsid w:val="0024057A"/>
    <w:rsid w:val="002406E1"/>
    <w:rsid w:val="00240A8F"/>
    <w:rsid w:val="0024158D"/>
    <w:rsid w:val="00241957"/>
    <w:rsid w:val="0024236B"/>
    <w:rsid w:val="00242471"/>
    <w:rsid w:val="0024254D"/>
    <w:rsid w:val="00243BBC"/>
    <w:rsid w:val="00243C35"/>
    <w:rsid w:val="00243D68"/>
    <w:rsid w:val="00244377"/>
    <w:rsid w:val="00244D63"/>
    <w:rsid w:val="00246E3E"/>
    <w:rsid w:val="00247262"/>
    <w:rsid w:val="00250A57"/>
    <w:rsid w:val="002516F4"/>
    <w:rsid w:val="0025178C"/>
    <w:rsid w:val="002524BA"/>
    <w:rsid w:val="002527C3"/>
    <w:rsid w:val="00253750"/>
    <w:rsid w:val="00253A83"/>
    <w:rsid w:val="0025508C"/>
    <w:rsid w:val="002556EF"/>
    <w:rsid w:val="0025603D"/>
    <w:rsid w:val="00256AEE"/>
    <w:rsid w:val="00257032"/>
    <w:rsid w:val="00257AF8"/>
    <w:rsid w:val="002609B9"/>
    <w:rsid w:val="00262537"/>
    <w:rsid w:val="002636B7"/>
    <w:rsid w:val="0026553F"/>
    <w:rsid w:val="002659F6"/>
    <w:rsid w:val="00265AA1"/>
    <w:rsid w:val="00265AC4"/>
    <w:rsid w:val="00265CD9"/>
    <w:rsid w:val="00265D77"/>
    <w:rsid w:val="002661D4"/>
    <w:rsid w:val="00266CB7"/>
    <w:rsid w:val="002677A7"/>
    <w:rsid w:val="002678C6"/>
    <w:rsid w:val="002707CC"/>
    <w:rsid w:val="00270D91"/>
    <w:rsid w:val="00271316"/>
    <w:rsid w:val="00271935"/>
    <w:rsid w:val="00271956"/>
    <w:rsid w:val="00271B90"/>
    <w:rsid w:val="00271F6A"/>
    <w:rsid w:val="00272325"/>
    <w:rsid w:val="002728D4"/>
    <w:rsid w:val="00273C26"/>
    <w:rsid w:val="0027454A"/>
    <w:rsid w:val="00274774"/>
    <w:rsid w:val="00274989"/>
    <w:rsid w:val="0027562D"/>
    <w:rsid w:val="00275A8A"/>
    <w:rsid w:val="00275EB6"/>
    <w:rsid w:val="00276E0E"/>
    <w:rsid w:val="0027715E"/>
    <w:rsid w:val="002775F5"/>
    <w:rsid w:val="002801D2"/>
    <w:rsid w:val="002802ED"/>
    <w:rsid w:val="00280696"/>
    <w:rsid w:val="0028097E"/>
    <w:rsid w:val="00280E18"/>
    <w:rsid w:val="002813B9"/>
    <w:rsid w:val="00281FC8"/>
    <w:rsid w:val="002820F5"/>
    <w:rsid w:val="002823E4"/>
    <w:rsid w:val="00282673"/>
    <w:rsid w:val="00282D46"/>
    <w:rsid w:val="00282E75"/>
    <w:rsid w:val="00283370"/>
    <w:rsid w:val="002837AF"/>
    <w:rsid w:val="00283A39"/>
    <w:rsid w:val="00283ADC"/>
    <w:rsid w:val="00283BE1"/>
    <w:rsid w:val="00283DAF"/>
    <w:rsid w:val="00284624"/>
    <w:rsid w:val="00285143"/>
    <w:rsid w:val="0028667E"/>
    <w:rsid w:val="00286A17"/>
    <w:rsid w:val="00286B1B"/>
    <w:rsid w:val="00287414"/>
    <w:rsid w:val="00287A25"/>
    <w:rsid w:val="002904D6"/>
    <w:rsid w:val="002908B8"/>
    <w:rsid w:val="00290C8A"/>
    <w:rsid w:val="00291243"/>
    <w:rsid w:val="0029154A"/>
    <w:rsid w:val="002922EB"/>
    <w:rsid w:val="00292EC4"/>
    <w:rsid w:val="00292FAF"/>
    <w:rsid w:val="00293667"/>
    <w:rsid w:val="0029376F"/>
    <w:rsid w:val="00293B9E"/>
    <w:rsid w:val="002942F0"/>
    <w:rsid w:val="002948FF"/>
    <w:rsid w:val="00294D2C"/>
    <w:rsid w:val="002962E1"/>
    <w:rsid w:val="00296693"/>
    <w:rsid w:val="0029670B"/>
    <w:rsid w:val="00297449"/>
    <w:rsid w:val="00297A3F"/>
    <w:rsid w:val="002A01DC"/>
    <w:rsid w:val="002A0935"/>
    <w:rsid w:val="002A1AC6"/>
    <w:rsid w:val="002A1CA7"/>
    <w:rsid w:val="002A1DDB"/>
    <w:rsid w:val="002A28E2"/>
    <w:rsid w:val="002A2B33"/>
    <w:rsid w:val="002A507B"/>
    <w:rsid w:val="002A51D2"/>
    <w:rsid w:val="002A5EF3"/>
    <w:rsid w:val="002A6095"/>
    <w:rsid w:val="002A610F"/>
    <w:rsid w:val="002A6137"/>
    <w:rsid w:val="002A6B0C"/>
    <w:rsid w:val="002A6B62"/>
    <w:rsid w:val="002A6BD7"/>
    <w:rsid w:val="002A7B9D"/>
    <w:rsid w:val="002B0062"/>
    <w:rsid w:val="002B05BC"/>
    <w:rsid w:val="002B07BF"/>
    <w:rsid w:val="002B0C4A"/>
    <w:rsid w:val="002B0FD3"/>
    <w:rsid w:val="002B1B97"/>
    <w:rsid w:val="002B2347"/>
    <w:rsid w:val="002B308D"/>
    <w:rsid w:val="002B37F0"/>
    <w:rsid w:val="002B3C0D"/>
    <w:rsid w:val="002B4C28"/>
    <w:rsid w:val="002B4D98"/>
    <w:rsid w:val="002B541B"/>
    <w:rsid w:val="002B5DA1"/>
    <w:rsid w:val="002B74F0"/>
    <w:rsid w:val="002B7EBD"/>
    <w:rsid w:val="002C0009"/>
    <w:rsid w:val="002C074E"/>
    <w:rsid w:val="002C23F8"/>
    <w:rsid w:val="002C26DC"/>
    <w:rsid w:val="002C2B29"/>
    <w:rsid w:val="002C3D88"/>
    <w:rsid w:val="002C4FC0"/>
    <w:rsid w:val="002C50EF"/>
    <w:rsid w:val="002C5D97"/>
    <w:rsid w:val="002C66FD"/>
    <w:rsid w:val="002C6BFC"/>
    <w:rsid w:val="002C700D"/>
    <w:rsid w:val="002C7DF1"/>
    <w:rsid w:val="002D0EE6"/>
    <w:rsid w:val="002D2151"/>
    <w:rsid w:val="002D2268"/>
    <w:rsid w:val="002D2BFA"/>
    <w:rsid w:val="002D43DD"/>
    <w:rsid w:val="002D44C7"/>
    <w:rsid w:val="002D478D"/>
    <w:rsid w:val="002D4D8E"/>
    <w:rsid w:val="002D56B9"/>
    <w:rsid w:val="002D5E17"/>
    <w:rsid w:val="002D613F"/>
    <w:rsid w:val="002D65E2"/>
    <w:rsid w:val="002D6C32"/>
    <w:rsid w:val="002E0965"/>
    <w:rsid w:val="002E0E06"/>
    <w:rsid w:val="002E200F"/>
    <w:rsid w:val="002E2BF9"/>
    <w:rsid w:val="002E3394"/>
    <w:rsid w:val="002E37E7"/>
    <w:rsid w:val="002E3A1B"/>
    <w:rsid w:val="002E3CBF"/>
    <w:rsid w:val="002E4AD1"/>
    <w:rsid w:val="002E4D9C"/>
    <w:rsid w:val="002E4E5F"/>
    <w:rsid w:val="002E59B6"/>
    <w:rsid w:val="002E5B42"/>
    <w:rsid w:val="002E6336"/>
    <w:rsid w:val="002E6FA2"/>
    <w:rsid w:val="002E747B"/>
    <w:rsid w:val="002E74BB"/>
    <w:rsid w:val="002E7BD7"/>
    <w:rsid w:val="002F0E53"/>
    <w:rsid w:val="002F0E7A"/>
    <w:rsid w:val="002F10E1"/>
    <w:rsid w:val="002F11C3"/>
    <w:rsid w:val="002F1663"/>
    <w:rsid w:val="002F1C03"/>
    <w:rsid w:val="002F21A2"/>
    <w:rsid w:val="002F3264"/>
    <w:rsid w:val="002F4EC1"/>
    <w:rsid w:val="002F50FA"/>
    <w:rsid w:val="002F5383"/>
    <w:rsid w:val="002F5496"/>
    <w:rsid w:val="002F58F7"/>
    <w:rsid w:val="002F6600"/>
    <w:rsid w:val="002F7EC2"/>
    <w:rsid w:val="003006D4"/>
    <w:rsid w:val="00301A83"/>
    <w:rsid w:val="0030319B"/>
    <w:rsid w:val="003037E3"/>
    <w:rsid w:val="0030393D"/>
    <w:rsid w:val="0030555A"/>
    <w:rsid w:val="00307AA1"/>
    <w:rsid w:val="00310813"/>
    <w:rsid w:val="003116A2"/>
    <w:rsid w:val="00312D86"/>
    <w:rsid w:val="00313142"/>
    <w:rsid w:val="00314867"/>
    <w:rsid w:val="00315F34"/>
    <w:rsid w:val="00317226"/>
    <w:rsid w:val="00317EA0"/>
    <w:rsid w:val="00320D88"/>
    <w:rsid w:val="003216EE"/>
    <w:rsid w:val="00322071"/>
    <w:rsid w:val="0032267F"/>
    <w:rsid w:val="003229F1"/>
    <w:rsid w:val="003251C1"/>
    <w:rsid w:val="003260A0"/>
    <w:rsid w:val="00326F69"/>
    <w:rsid w:val="003301D1"/>
    <w:rsid w:val="00330AEC"/>
    <w:rsid w:val="00330C00"/>
    <w:rsid w:val="00330DFC"/>
    <w:rsid w:val="00332501"/>
    <w:rsid w:val="003327AB"/>
    <w:rsid w:val="003339C1"/>
    <w:rsid w:val="00333B5E"/>
    <w:rsid w:val="00334DE5"/>
    <w:rsid w:val="00335701"/>
    <w:rsid w:val="00335885"/>
    <w:rsid w:val="003365D5"/>
    <w:rsid w:val="00336899"/>
    <w:rsid w:val="00336E39"/>
    <w:rsid w:val="003400F8"/>
    <w:rsid w:val="0034166B"/>
    <w:rsid w:val="00343D7F"/>
    <w:rsid w:val="00344EEF"/>
    <w:rsid w:val="0034508B"/>
    <w:rsid w:val="00345364"/>
    <w:rsid w:val="00346447"/>
    <w:rsid w:val="0034687F"/>
    <w:rsid w:val="0034691B"/>
    <w:rsid w:val="00347734"/>
    <w:rsid w:val="00347C1B"/>
    <w:rsid w:val="00350AC8"/>
    <w:rsid w:val="00351BAC"/>
    <w:rsid w:val="00352679"/>
    <w:rsid w:val="0035280C"/>
    <w:rsid w:val="00355B8F"/>
    <w:rsid w:val="0035727E"/>
    <w:rsid w:val="00360679"/>
    <w:rsid w:val="003607E0"/>
    <w:rsid w:val="003615AD"/>
    <w:rsid w:val="0036283B"/>
    <w:rsid w:val="00363A71"/>
    <w:rsid w:val="00363F1A"/>
    <w:rsid w:val="00363F8C"/>
    <w:rsid w:val="00364D47"/>
    <w:rsid w:val="00365216"/>
    <w:rsid w:val="00365740"/>
    <w:rsid w:val="00366488"/>
    <w:rsid w:val="0036697D"/>
    <w:rsid w:val="00367187"/>
    <w:rsid w:val="003672BD"/>
    <w:rsid w:val="0036767F"/>
    <w:rsid w:val="00371AA5"/>
    <w:rsid w:val="00371CB1"/>
    <w:rsid w:val="00371D96"/>
    <w:rsid w:val="00372810"/>
    <w:rsid w:val="003730BB"/>
    <w:rsid w:val="00373476"/>
    <w:rsid w:val="00373E86"/>
    <w:rsid w:val="00373F5B"/>
    <w:rsid w:val="00373FED"/>
    <w:rsid w:val="00374563"/>
    <w:rsid w:val="00374C5B"/>
    <w:rsid w:val="00374EBB"/>
    <w:rsid w:val="003753F6"/>
    <w:rsid w:val="00375A43"/>
    <w:rsid w:val="00375F45"/>
    <w:rsid w:val="00376A5D"/>
    <w:rsid w:val="003777CB"/>
    <w:rsid w:val="003804EB"/>
    <w:rsid w:val="00381681"/>
    <w:rsid w:val="003825BE"/>
    <w:rsid w:val="003837B9"/>
    <w:rsid w:val="00383D83"/>
    <w:rsid w:val="00383E7F"/>
    <w:rsid w:val="003854E4"/>
    <w:rsid w:val="00385C8C"/>
    <w:rsid w:val="00386401"/>
    <w:rsid w:val="0038758F"/>
    <w:rsid w:val="00387EF4"/>
    <w:rsid w:val="003913DE"/>
    <w:rsid w:val="00391DB2"/>
    <w:rsid w:val="00392177"/>
    <w:rsid w:val="003924DB"/>
    <w:rsid w:val="00392BC0"/>
    <w:rsid w:val="0039527E"/>
    <w:rsid w:val="00396341"/>
    <w:rsid w:val="0039771D"/>
    <w:rsid w:val="00397DFF"/>
    <w:rsid w:val="003A0A5E"/>
    <w:rsid w:val="003A0A7B"/>
    <w:rsid w:val="003A2249"/>
    <w:rsid w:val="003A31B0"/>
    <w:rsid w:val="003A34D4"/>
    <w:rsid w:val="003A38F7"/>
    <w:rsid w:val="003A3CCC"/>
    <w:rsid w:val="003A43C7"/>
    <w:rsid w:val="003A577D"/>
    <w:rsid w:val="003A5A46"/>
    <w:rsid w:val="003A5B72"/>
    <w:rsid w:val="003A5F5E"/>
    <w:rsid w:val="003A6C92"/>
    <w:rsid w:val="003A6EC3"/>
    <w:rsid w:val="003A7A92"/>
    <w:rsid w:val="003A7AC9"/>
    <w:rsid w:val="003A7AF7"/>
    <w:rsid w:val="003B0302"/>
    <w:rsid w:val="003B0641"/>
    <w:rsid w:val="003B0CFF"/>
    <w:rsid w:val="003B10BC"/>
    <w:rsid w:val="003B11D5"/>
    <w:rsid w:val="003B172C"/>
    <w:rsid w:val="003B183F"/>
    <w:rsid w:val="003B1E39"/>
    <w:rsid w:val="003B35E6"/>
    <w:rsid w:val="003B372A"/>
    <w:rsid w:val="003B46D7"/>
    <w:rsid w:val="003B527B"/>
    <w:rsid w:val="003B561F"/>
    <w:rsid w:val="003B56EB"/>
    <w:rsid w:val="003B6614"/>
    <w:rsid w:val="003B667C"/>
    <w:rsid w:val="003B7A26"/>
    <w:rsid w:val="003C048D"/>
    <w:rsid w:val="003C14F4"/>
    <w:rsid w:val="003C1A5D"/>
    <w:rsid w:val="003C2DF9"/>
    <w:rsid w:val="003C3764"/>
    <w:rsid w:val="003C5BCC"/>
    <w:rsid w:val="003C5F76"/>
    <w:rsid w:val="003C68BF"/>
    <w:rsid w:val="003C696E"/>
    <w:rsid w:val="003C6B03"/>
    <w:rsid w:val="003C6DBC"/>
    <w:rsid w:val="003C78BB"/>
    <w:rsid w:val="003D0F34"/>
    <w:rsid w:val="003D12B8"/>
    <w:rsid w:val="003D18D7"/>
    <w:rsid w:val="003D18ED"/>
    <w:rsid w:val="003D2463"/>
    <w:rsid w:val="003D3E2F"/>
    <w:rsid w:val="003D4DAC"/>
    <w:rsid w:val="003D51DC"/>
    <w:rsid w:val="003D6152"/>
    <w:rsid w:val="003D651D"/>
    <w:rsid w:val="003D660B"/>
    <w:rsid w:val="003D6B74"/>
    <w:rsid w:val="003D748D"/>
    <w:rsid w:val="003E0450"/>
    <w:rsid w:val="003E053D"/>
    <w:rsid w:val="003E0775"/>
    <w:rsid w:val="003E0E59"/>
    <w:rsid w:val="003E16D4"/>
    <w:rsid w:val="003E1F1F"/>
    <w:rsid w:val="003E2BB5"/>
    <w:rsid w:val="003E3401"/>
    <w:rsid w:val="003E356E"/>
    <w:rsid w:val="003E3A64"/>
    <w:rsid w:val="003E69E2"/>
    <w:rsid w:val="003E7E4D"/>
    <w:rsid w:val="003F0D8F"/>
    <w:rsid w:val="003F0FFC"/>
    <w:rsid w:val="003F11A2"/>
    <w:rsid w:val="003F12B7"/>
    <w:rsid w:val="003F205B"/>
    <w:rsid w:val="003F2438"/>
    <w:rsid w:val="003F330D"/>
    <w:rsid w:val="003F34B1"/>
    <w:rsid w:val="003F4E22"/>
    <w:rsid w:val="003F5126"/>
    <w:rsid w:val="003F6D34"/>
    <w:rsid w:val="003F7BE2"/>
    <w:rsid w:val="004002AF"/>
    <w:rsid w:val="0040072E"/>
    <w:rsid w:val="00401A41"/>
    <w:rsid w:val="00403F74"/>
    <w:rsid w:val="0040403C"/>
    <w:rsid w:val="004041B0"/>
    <w:rsid w:val="00404FCD"/>
    <w:rsid w:val="004051F2"/>
    <w:rsid w:val="0040548D"/>
    <w:rsid w:val="00405856"/>
    <w:rsid w:val="0040592C"/>
    <w:rsid w:val="00405999"/>
    <w:rsid w:val="004067D0"/>
    <w:rsid w:val="00407423"/>
    <w:rsid w:val="00407E8F"/>
    <w:rsid w:val="00410104"/>
    <w:rsid w:val="00413851"/>
    <w:rsid w:val="00414068"/>
    <w:rsid w:val="00414DEF"/>
    <w:rsid w:val="00415BF0"/>
    <w:rsid w:val="00415E0D"/>
    <w:rsid w:val="00415F83"/>
    <w:rsid w:val="00416B66"/>
    <w:rsid w:val="004177D2"/>
    <w:rsid w:val="0041793B"/>
    <w:rsid w:val="00421296"/>
    <w:rsid w:val="004216DE"/>
    <w:rsid w:val="0042297E"/>
    <w:rsid w:val="00422C4C"/>
    <w:rsid w:val="00422CD9"/>
    <w:rsid w:val="00423367"/>
    <w:rsid w:val="00424AC1"/>
    <w:rsid w:val="00424F8B"/>
    <w:rsid w:val="0042551C"/>
    <w:rsid w:val="00425F90"/>
    <w:rsid w:val="00426B8B"/>
    <w:rsid w:val="004276B7"/>
    <w:rsid w:val="00427946"/>
    <w:rsid w:val="004302E2"/>
    <w:rsid w:val="00430E0D"/>
    <w:rsid w:val="004312D2"/>
    <w:rsid w:val="00431DC5"/>
    <w:rsid w:val="0043213D"/>
    <w:rsid w:val="00432175"/>
    <w:rsid w:val="0043290E"/>
    <w:rsid w:val="0043329B"/>
    <w:rsid w:val="00433843"/>
    <w:rsid w:val="004338C2"/>
    <w:rsid w:val="00433A5D"/>
    <w:rsid w:val="0043450C"/>
    <w:rsid w:val="00434EB1"/>
    <w:rsid w:val="00435171"/>
    <w:rsid w:val="004355DE"/>
    <w:rsid w:val="00436289"/>
    <w:rsid w:val="004363F7"/>
    <w:rsid w:val="00436464"/>
    <w:rsid w:val="00436AD9"/>
    <w:rsid w:val="004371EA"/>
    <w:rsid w:val="004417DF"/>
    <w:rsid w:val="004429E8"/>
    <w:rsid w:val="00442C9E"/>
    <w:rsid w:val="004435C5"/>
    <w:rsid w:val="00443704"/>
    <w:rsid w:val="004439A8"/>
    <w:rsid w:val="00443ECA"/>
    <w:rsid w:val="0044433D"/>
    <w:rsid w:val="004446F3"/>
    <w:rsid w:val="00444DDB"/>
    <w:rsid w:val="00445148"/>
    <w:rsid w:val="00445959"/>
    <w:rsid w:val="00445F70"/>
    <w:rsid w:val="0044622B"/>
    <w:rsid w:val="00446390"/>
    <w:rsid w:val="00446504"/>
    <w:rsid w:val="00447233"/>
    <w:rsid w:val="00447AC4"/>
    <w:rsid w:val="00450535"/>
    <w:rsid w:val="00452887"/>
    <w:rsid w:val="0045310D"/>
    <w:rsid w:val="00453182"/>
    <w:rsid w:val="00453659"/>
    <w:rsid w:val="00453D41"/>
    <w:rsid w:val="0045597E"/>
    <w:rsid w:val="004600A0"/>
    <w:rsid w:val="004600A2"/>
    <w:rsid w:val="004603FE"/>
    <w:rsid w:val="00460B78"/>
    <w:rsid w:val="00460EA3"/>
    <w:rsid w:val="0046135F"/>
    <w:rsid w:val="004613F7"/>
    <w:rsid w:val="004619C9"/>
    <w:rsid w:val="004620EE"/>
    <w:rsid w:val="004621AC"/>
    <w:rsid w:val="004621CF"/>
    <w:rsid w:val="00462C36"/>
    <w:rsid w:val="00463DF3"/>
    <w:rsid w:val="00463FD9"/>
    <w:rsid w:val="00464F8F"/>
    <w:rsid w:val="00465BB8"/>
    <w:rsid w:val="00465E6C"/>
    <w:rsid w:val="00466150"/>
    <w:rsid w:val="004661C4"/>
    <w:rsid w:val="00466CE4"/>
    <w:rsid w:val="004675B7"/>
    <w:rsid w:val="00467A6E"/>
    <w:rsid w:val="00470261"/>
    <w:rsid w:val="004708DD"/>
    <w:rsid w:val="00470B4C"/>
    <w:rsid w:val="0047196A"/>
    <w:rsid w:val="00471EFC"/>
    <w:rsid w:val="0047243B"/>
    <w:rsid w:val="00472760"/>
    <w:rsid w:val="00476E2C"/>
    <w:rsid w:val="00477E86"/>
    <w:rsid w:val="0048265D"/>
    <w:rsid w:val="004839B1"/>
    <w:rsid w:val="004847BD"/>
    <w:rsid w:val="004854FF"/>
    <w:rsid w:val="0048568C"/>
    <w:rsid w:val="0048625B"/>
    <w:rsid w:val="00486EE6"/>
    <w:rsid w:val="004913DF"/>
    <w:rsid w:val="00492266"/>
    <w:rsid w:val="00493E67"/>
    <w:rsid w:val="00494625"/>
    <w:rsid w:val="00494745"/>
    <w:rsid w:val="00495FA4"/>
    <w:rsid w:val="004961C5"/>
    <w:rsid w:val="004965BB"/>
    <w:rsid w:val="00496625"/>
    <w:rsid w:val="004966E9"/>
    <w:rsid w:val="00496912"/>
    <w:rsid w:val="00497D36"/>
    <w:rsid w:val="004A0669"/>
    <w:rsid w:val="004A06C4"/>
    <w:rsid w:val="004A1597"/>
    <w:rsid w:val="004A1C6E"/>
    <w:rsid w:val="004A23F7"/>
    <w:rsid w:val="004A2BC2"/>
    <w:rsid w:val="004A2FEF"/>
    <w:rsid w:val="004A3BAE"/>
    <w:rsid w:val="004A4762"/>
    <w:rsid w:val="004A4E16"/>
    <w:rsid w:val="004A544A"/>
    <w:rsid w:val="004A5FC5"/>
    <w:rsid w:val="004A6D81"/>
    <w:rsid w:val="004A7100"/>
    <w:rsid w:val="004A7AC5"/>
    <w:rsid w:val="004B0034"/>
    <w:rsid w:val="004B21D9"/>
    <w:rsid w:val="004B27E3"/>
    <w:rsid w:val="004B30E3"/>
    <w:rsid w:val="004B3F1E"/>
    <w:rsid w:val="004B40F4"/>
    <w:rsid w:val="004B4666"/>
    <w:rsid w:val="004B6702"/>
    <w:rsid w:val="004B678E"/>
    <w:rsid w:val="004B7255"/>
    <w:rsid w:val="004C006A"/>
    <w:rsid w:val="004C0284"/>
    <w:rsid w:val="004C0B3B"/>
    <w:rsid w:val="004C0E46"/>
    <w:rsid w:val="004C0F1B"/>
    <w:rsid w:val="004C0FB5"/>
    <w:rsid w:val="004C0FF7"/>
    <w:rsid w:val="004C1936"/>
    <w:rsid w:val="004C1CD9"/>
    <w:rsid w:val="004C2EA6"/>
    <w:rsid w:val="004C3507"/>
    <w:rsid w:val="004C4303"/>
    <w:rsid w:val="004C5013"/>
    <w:rsid w:val="004C5071"/>
    <w:rsid w:val="004C5A41"/>
    <w:rsid w:val="004C5C2F"/>
    <w:rsid w:val="004C7078"/>
    <w:rsid w:val="004D0025"/>
    <w:rsid w:val="004D110D"/>
    <w:rsid w:val="004D2EA3"/>
    <w:rsid w:val="004D3285"/>
    <w:rsid w:val="004D38D5"/>
    <w:rsid w:val="004D39BF"/>
    <w:rsid w:val="004D3E23"/>
    <w:rsid w:val="004D41B1"/>
    <w:rsid w:val="004D41F9"/>
    <w:rsid w:val="004D4594"/>
    <w:rsid w:val="004D4866"/>
    <w:rsid w:val="004D562C"/>
    <w:rsid w:val="004D604E"/>
    <w:rsid w:val="004D68EE"/>
    <w:rsid w:val="004D6B9E"/>
    <w:rsid w:val="004D6E14"/>
    <w:rsid w:val="004D7225"/>
    <w:rsid w:val="004D724E"/>
    <w:rsid w:val="004D744B"/>
    <w:rsid w:val="004E0909"/>
    <w:rsid w:val="004E139D"/>
    <w:rsid w:val="004E19DF"/>
    <w:rsid w:val="004E2327"/>
    <w:rsid w:val="004E291B"/>
    <w:rsid w:val="004E3DB2"/>
    <w:rsid w:val="004E3FF0"/>
    <w:rsid w:val="004E4069"/>
    <w:rsid w:val="004E4146"/>
    <w:rsid w:val="004E447D"/>
    <w:rsid w:val="004E54A3"/>
    <w:rsid w:val="004E609E"/>
    <w:rsid w:val="004E678A"/>
    <w:rsid w:val="004E72E4"/>
    <w:rsid w:val="004E76EA"/>
    <w:rsid w:val="004F0172"/>
    <w:rsid w:val="004F1027"/>
    <w:rsid w:val="004F1B0A"/>
    <w:rsid w:val="004F2F6D"/>
    <w:rsid w:val="004F365E"/>
    <w:rsid w:val="004F60B0"/>
    <w:rsid w:val="004F6A69"/>
    <w:rsid w:val="004F6F44"/>
    <w:rsid w:val="004F7021"/>
    <w:rsid w:val="00501A05"/>
    <w:rsid w:val="00501D8A"/>
    <w:rsid w:val="00501EC3"/>
    <w:rsid w:val="00502369"/>
    <w:rsid w:val="00502441"/>
    <w:rsid w:val="00502A00"/>
    <w:rsid w:val="00502F83"/>
    <w:rsid w:val="00503A50"/>
    <w:rsid w:val="00503B23"/>
    <w:rsid w:val="00503EB2"/>
    <w:rsid w:val="00504B57"/>
    <w:rsid w:val="00504C92"/>
    <w:rsid w:val="00504E54"/>
    <w:rsid w:val="00505402"/>
    <w:rsid w:val="005059CF"/>
    <w:rsid w:val="00505F19"/>
    <w:rsid w:val="0050610C"/>
    <w:rsid w:val="0050624D"/>
    <w:rsid w:val="00506377"/>
    <w:rsid w:val="00506598"/>
    <w:rsid w:val="00506D6B"/>
    <w:rsid w:val="00506E80"/>
    <w:rsid w:val="005071CB"/>
    <w:rsid w:val="0050797C"/>
    <w:rsid w:val="00507A5D"/>
    <w:rsid w:val="00507E41"/>
    <w:rsid w:val="00507ED7"/>
    <w:rsid w:val="00510FCF"/>
    <w:rsid w:val="00512854"/>
    <w:rsid w:val="00513224"/>
    <w:rsid w:val="00513815"/>
    <w:rsid w:val="00514219"/>
    <w:rsid w:val="00514A18"/>
    <w:rsid w:val="00514C99"/>
    <w:rsid w:val="00514E43"/>
    <w:rsid w:val="00514F35"/>
    <w:rsid w:val="00515133"/>
    <w:rsid w:val="0051623B"/>
    <w:rsid w:val="00516933"/>
    <w:rsid w:val="00516E99"/>
    <w:rsid w:val="00517558"/>
    <w:rsid w:val="00517864"/>
    <w:rsid w:val="00517B9C"/>
    <w:rsid w:val="005207EF"/>
    <w:rsid w:val="00520921"/>
    <w:rsid w:val="005212A2"/>
    <w:rsid w:val="00521F8E"/>
    <w:rsid w:val="00522B83"/>
    <w:rsid w:val="00524ACC"/>
    <w:rsid w:val="0052509A"/>
    <w:rsid w:val="00526185"/>
    <w:rsid w:val="00526267"/>
    <w:rsid w:val="005263C4"/>
    <w:rsid w:val="00530153"/>
    <w:rsid w:val="0053015F"/>
    <w:rsid w:val="00530339"/>
    <w:rsid w:val="00530F29"/>
    <w:rsid w:val="005311E0"/>
    <w:rsid w:val="00531466"/>
    <w:rsid w:val="005317F1"/>
    <w:rsid w:val="00533075"/>
    <w:rsid w:val="005345C5"/>
    <w:rsid w:val="00536EC5"/>
    <w:rsid w:val="00536ECF"/>
    <w:rsid w:val="00537733"/>
    <w:rsid w:val="00537DB9"/>
    <w:rsid w:val="005406FE"/>
    <w:rsid w:val="00540C49"/>
    <w:rsid w:val="00540DD6"/>
    <w:rsid w:val="00540EE2"/>
    <w:rsid w:val="005415A6"/>
    <w:rsid w:val="0054163C"/>
    <w:rsid w:val="00541EFD"/>
    <w:rsid w:val="00542D3F"/>
    <w:rsid w:val="00543025"/>
    <w:rsid w:val="00543CAC"/>
    <w:rsid w:val="00543FF7"/>
    <w:rsid w:val="005444E7"/>
    <w:rsid w:val="005449F5"/>
    <w:rsid w:val="00544B2E"/>
    <w:rsid w:val="0054552B"/>
    <w:rsid w:val="00545F75"/>
    <w:rsid w:val="00546407"/>
    <w:rsid w:val="00546ABB"/>
    <w:rsid w:val="0054717D"/>
    <w:rsid w:val="0054787E"/>
    <w:rsid w:val="00547A3A"/>
    <w:rsid w:val="00547A76"/>
    <w:rsid w:val="005507DC"/>
    <w:rsid w:val="0055275D"/>
    <w:rsid w:val="005527C2"/>
    <w:rsid w:val="005538F6"/>
    <w:rsid w:val="005553FB"/>
    <w:rsid w:val="00555C90"/>
    <w:rsid w:val="005560B9"/>
    <w:rsid w:val="005562F0"/>
    <w:rsid w:val="00557B81"/>
    <w:rsid w:val="005606AE"/>
    <w:rsid w:val="005612B4"/>
    <w:rsid w:val="005624B2"/>
    <w:rsid w:val="00562794"/>
    <w:rsid w:val="00562E47"/>
    <w:rsid w:val="005632CD"/>
    <w:rsid w:val="00563986"/>
    <w:rsid w:val="00564ED7"/>
    <w:rsid w:val="00565E50"/>
    <w:rsid w:val="00565F34"/>
    <w:rsid w:val="00566644"/>
    <w:rsid w:val="0057026B"/>
    <w:rsid w:val="0057027C"/>
    <w:rsid w:val="00570BEE"/>
    <w:rsid w:val="00570FC2"/>
    <w:rsid w:val="005718DF"/>
    <w:rsid w:val="0057221D"/>
    <w:rsid w:val="0057238C"/>
    <w:rsid w:val="00572737"/>
    <w:rsid w:val="00574485"/>
    <w:rsid w:val="00575257"/>
    <w:rsid w:val="005756EE"/>
    <w:rsid w:val="00576871"/>
    <w:rsid w:val="00577844"/>
    <w:rsid w:val="0057798D"/>
    <w:rsid w:val="005806F9"/>
    <w:rsid w:val="00580E14"/>
    <w:rsid w:val="005813F5"/>
    <w:rsid w:val="00582BD4"/>
    <w:rsid w:val="00583ABE"/>
    <w:rsid w:val="00583FC9"/>
    <w:rsid w:val="00584876"/>
    <w:rsid w:val="00584A72"/>
    <w:rsid w:val="00584B46"/>
    <w:rsid w:val="0058521F"/>
    <w:rsid w:val="0058566B"/>
    <w:rsid w:val="005869A9"/>
    <w:rsid w:val="00587949"/>
    <w:rsid w:val="00587FBA"/>
    <w:rsid w:val="005909D1"/>
    <w:rsid w:val="0059173C"/>
    <w:rsid w:val="005919A2"/>
    <w:rsid w:val="00591CFA"/>
    <w:rsid w:val="0059239C"/>
    <w:rsid w:val="0059240A"/>
    <w:rsid w:val="00592CEC"/>
    <w:rsid w:val="0059359F"/>
    <w:rsid w:val="005935AD"/>
    <w:rsid w:val="00593C5B"/>
    <w:rsid w:val="00593FC2"/>
    <w:rsid w:val="005949CA"/>
    <w:rsid w:val="00594CB0"/>
    <w:rsid w:val="0059538F"/>
    <w:rsid w:val="00596480"/>
    <w:rsid w:val="00596A9D"/>
    <w:rsid w:val="005A0203"/>
    <w:rsid w:val="005A112A"/>
    <w:rsid w:val="005A131F"/>
    <w:rsid w:val="005A1F50"/>
    <w:rsid w:val="005A291B"/>
    <w:rsid w:val="005A46EE"/>
    <w:rsid w:val="005A4C65"/>
    <w:rsid w:val="005A571B"/>
    <w:rsid w:val="005A7A8F"/>
    <w:rsid w:val="005A7FA8"/>
    <w:rsid w:val="005B0574"/>
    <w:rsid w:val="005B1211"/>
    <w:rsid w:val="005B2790"/>
    <w:rsid w:val="005B2EB7"/>
    <w:rsid w:val="005B3758"/>
    <w:rsid w:val="005B38B3"/>
    <w:rsid w:val="005B689C"/>
    <w:rsid w:val="005B6D75"/>
    <w:rsid w:val="005B717C"/>
    <w:rsid w:val="005B7621"/>
    <w:rsid w:val="005C03F7"/>
    <w:rsid w:val="005C0457"/>
    <w:rsid w:val="005C04CC"/>
    <w:rsid w:val="005C0507"/>
    <w:rsid w:val="005C079B"/>
    <w:rsid w:val="005C1026"/>
    <w:rsid w:val="005C107F"/>
    <w:rsid w:val="005C1F0D"/>
    <w:rsid w:val="005C33EA"/>
    <w:rsid w:val="005C37E4"/>
    <w:rsid w:val="005C4CFE"/>
    <w:rsid w:val="005C518E"/>
    <w:rsid w:val="005C53CB"/>
    <w:rsid w:val="005C6914"/>
    <w:rsid w:val="005C72BE"/>
    <w:rsid w:val="005C7481"/>
    <w:rsid w:val="005D1905"/>
    <w:rsid w:val="005D4034"/>
    <w:rsid w:val="005D40D2"/>
    <w:rsid w:val="005D4B57"/>
    <w:rsid w:val="005D58D7"/>
    <w:rsid w:val="005D5917"/>
    <w:rsid w:val="005D5CC7"/>
    <w:rsid w:val="005D68F8"/>
    <w:rsid w:val="005D74D9"/>
    <w:rsid w:val="005D7FAB"/>
    <w:rsid w:val="005E0696"/>
    <w:rsid w:val="005E0DBD"/>
    <w:rsid w:val="005E1A00"/>
    <w:rsid w:val="005E1B66"/>
    <w:rsid w:val="005E1DAE"/>
    <w:rsid w:val="005E2587"/>
    <w:rsid w:val="005E2E68"/>
    <w:rsid w:val="005E307F"/>
    <w:rsid w:val="005E30AA"/>
    <w:rsid w:val="005E3E08"/>
    <w:rsid w:val="005E536B"/>
    <w:rsid w:val="005E5E78"/>
    <w:rsid w:val="005E6614"/>
    <w:rsid w:val="005E7145"/>
    <w:rsid w:val="005E7817"/>
    <w:rsid w:val="005E7E02"/>
    <w:rsid w:val="005F094E"/>
    <w:rsid w:val="005F16CC"/>
    <w:rsid w:val="005F2713"/>
    <w:rsid w:val="005F2C5C"/>
    <w:rsid w:val="005F2FBF"/>
    <w:rsid w:val="005F2FC3"/>
    <w:rsid w:val="005F3674"/>
    <w:rsid w:val="005F39E5"/>
    <w:rsid w:val="005F3A75"/>
    <w:rsid w:val="005F440E"/>
    <w:rsid w:val="005F5FA1"/>
    <w:rsid w:val="005F621D"/>
    <w:rsid w:val="00600262"/>
    <w:rsid w:val="006008BD"/>
    <w:rsid w:val="00600F4E"/>
    <w:rsid w:val="006018BA"/>
    <w:rsid w:val="006021E5"/>
    <w:rsid w:val="00603815"/>
    <w:rsid w:val="006050A0"/>
    <w:rsid w:val="00605182"/>
    <w:rsid w:val="00605422"/>
    <w:rsid w:val="00606DB7"/>
    <w:rsid w:val="00610F34"/>
    <w:rsid w:val="0061177B"/>
    <w:rsid w:val="00611A0D"/>
    <w:rsid w:val="00612BE1"/>
    <w:rsid w:val="00613230"/>
    <w:rsid w:val="006144DD"/>
    <w:rsid w:val="00614A01"/>
    <w:rsid w:val="00616962"/>
    <w:rsid w:val="006212BB"/>
    <w:rsid w:val="00621BB0"/>
    <w:rsid w:val="00622A70"/>
    <w:rsid w:val="00623198"/>
    <w:rsid w:val="0062395C"/>
    <w:rsid w:val="006250A2"/>
    <w:rsid w:val="00627A9B"/>
    <w:rsid w:val="00627C34"/>
    <w:rsid w:val="0063031C"/>
    <w:rsid w:val="00630550"/>
    <w:rsid w:val="00630D8D"/>
    <w:rsid w:val="00631F39"/>
    <w:rsid w:val="00633718"/>
    <w:rsid w:val="006342E4"/>
    <w:rsid w:val="006358CC"/>
    <w:rsid w:val="00635AA1"/>
    <w:rsid w:val="00636D18"/>
    <w:rsid w:val="006374A8"/>
    <w:rsid w:val="00637FD3"/>
    <w:rsid w:val="006404BF"/>
    <w:rsid w:val="00640BA5"/>
    <w:rsid w:val="0064137D"/>
    <w:rsid w:val="0064211B"/>
    <w:rsid w:val="006422D4"/>
    <w:rsid w:val="0064255C"/>
    <w:rsid w:val="00642805"/>
    <w:rsid w:val="006428B2"/>
    <w:rsid w:val="00642906"/>
    <w:rsid w:val="00642E69"/>
    <w:rsid w:val="00642FEF"/>
    <w:rsid w:val="006433CB"/>
    <w:rsid w:val="0064392D"/>
    <w:rsid w:val="006441A5"/>
    <w:rsid w:val="006443C7"/>
    <w:rsid w:val="00644446"/>
    <w:rsid w:val="00644E00"/>
    <w:rsid w:val="0064670F"/>
    <w:rsid w:val="00646E41"/>
    <w:rsid w:val="00647861"/>
    <w:rsid w:val="00650524"/>
    <w:rsid w:val="00650F7A"/>
    <w:rsid w:val="00651319"/>
    <w:rsid w:val="006514BA"/>
    <w:rsid w:val="006515C4"/>
    <w:rsid w:val="00652136"/>
    <w:rsid w:val="00652612"/>
    <w:rsid w:val="0065325C"/>
    <w:rsid w:val="00653282"/>
    <w:rsid w:val="006537E8"/>
    <w:rsid w:val="006538D5"/>
    <w:rsid w:val="00655D1B"/>
    <w:rsid w:val="00657437"/>
    <w:rsid w:val="00660E08"/>
    <w:rsid w:val="00661876"/>
    <w:rsid w:val="0066197A"/>
    <w:rsid w:val="00662C43"/>
    <w:rsid w:val="0066401A"/>
    <w:rsid w:val="0066429C"/>
    <w:rsid w:val="00665277"/>
    <w:rsid w:val="0066702F"/>
    <w:rsid w:val="006677AF"/>
    <w:rsid w:val="00667D9F"/>
    <w:rsid w:val="006728CD"/>
    <w:rsid w:val="00673804"/>
    <w:rsid w:val="00674575"/>
    <w:rsid w:val="006746CC"/>
    <w:rsid w:val="00674A30"/>
    <w:rsid w:val="0067535A"/>
    <w:rsid w:val="006759AE"/>
    <w:rsid w:val="00676606"/>
    <w:rsid w:val="006768FF"/>
    <w:rsid w:val="00676AD3"/>
    <w:rsid w:val="006807C6"/>
    <w:rsid w:val="00680D0F"/>
    <w:rsid w:val="00680F9B"/>
    <w:rsid w:val="00681CB3"/>
    <w:rsid w:val="00681D53"/>
    <w:rsid w:val="00682574"/>
    <w:rsid w:val="00682AB4"/>
    <w:rsid w:val="00682CD1"/>
    <w:rsid w:val="00683B78"/>
    <w:rsid w:val="00683C4D"/>
    <w:rsid w:val="006852CB"/>
    <w:rsid w:val="006852D7"/>
    <w:rsid w:val="00685648"/>
    <w:rsid w:val="00686212"/>
    <w:rsid w:val="006863D1"/>
    <w:rsid w:val="00686827"/>
    <w:rsid w:val="0068686F"/>
    <w:rsid w:val="0068720F"/>
    <w:rsid w:val="006903BB"/>
    <w:rsid w:val="006920F4"/>
    <w:rsid w:val="00693424"/>
    <w:rsid w:val="006934A7"/>
    <w:rsid w:val="00693549"/>
    <w:rsid w:val="00693A71"/>
    <w:rsid w:val="006958EF"/>
    <w:rsid w:val="00695E5C"/>
    <w:rsid w:val="00696852"/>
    <w:rsid w:val="00696F5B"/>
    <w:rsid w:val="0069702D"/>
    <w:rsid w:val="006978D9"/>
    <w:rsid w:val="00697B7B"/>
    <w:rsid w:val="006A0596"/>
    <w:rsid w:val="006A0E35"/>
    <w:rsid w:val="006A160E"/>
    <w:rsid w:val="006A3360"/>
    <w:rsid w:val="006A336B"/>
    <w:rsid w:val="006A3710"/>
    <w:rsid w:val="006A3780"/>
    <w:rsid w:val="006A425A"/>
    <w:rsid w:val="006A56E3"/>
    <w:rsid w:val="006A7065"/>
    <w:rsid w:val="006A71F7"/>
    <w:rsid w:val="006B12F8"/>
    <w:rsid w:val="006B18E1"/>
    <w:rsid w:val="006B21DF"/>
    <w:rsid w:val="006B2650"/>
    <w:rsid w:val="006B3241"/>
    <w:rsid w:val="006B36B1"/>
    <w:rsid w:val="006B3ABA"/>
    <w:rsid w:val="006B3F9B"/>
    <w:rsid w:val="006B42C5"/>
    <w:rsid w:val="006B47D8"/>
    <w:rsid w:val="006B5E63"/>
    <w:rsid w:val="006B5F0D"/>
    <w:rsid w:val="006B644B"/>
    <w:rsid w:val="006B675C"/>
    <w:rsid w:val="006B6EB7"/>
    <w:rsid w:val="006B72A7"/>
    <w:rsid w:val="006B73BA"/>
    <w:rsid w:val="006B7A33"/>
    <w:rsid w:val="006B7AAF"/>
    <w:rsid w:val="006B7D1B"/>
    <w:rsid w:val="006C083C"/>
    <w:rsid w:val="006C0F5B"/>
    <w:rsid w:val="006C129A"/>
    <w:rsid w:val="006C1F49"/>
    <w:rsid w:val="006C2185"/>
    <w:rsid w:val="006C27CF"/>
    <w:rsid w:val="006C2A6B"/>
    <w:rsid w:val="006C34D8"/>
    <w:rsid w:val="006C3712"/>
    <w:rsid w:val="006C4835"/>
    <w:rsid w:val="006C56EA"/>
    <w:rsid w:val="006C5DAB"/>
    <w:rsid w:val="006C6F1D"/>
    <w:rsid w:val="006C7190"/>
    <w:rsid w:val="006C738E"/>
    <w:rsid w:val="006C7735"/>
    <w:rsid w:val="006C7BF8"/>
    <w:rsid w:val="006D02C9"/>
    <w:rsid w:val="006D0304"/>
    <w:rsid w:val="006D0B38"/>
    <w:rsid w:val="006D10BB"/>
    <w:rsid w:val="006D1F95"/>
    <w:rsid w:val="006D225A"/>
    <w:rsid w:val="006D25F4"/>
    <w:rsid w:val="006D2D7F"/>
    <w:rsid w:val="006D3442"/>
    <w:rsid w:val="006D5434"/>
    <w:rsid w:val="006D5665"/>
    <w:rsid w:val="006D57C6"/>
    <w:rsid w:val="006D5CEA"/>
    <w:rsid w:val="006D6D3D"/>
    <w:rsid w:val="006D6F2E"/>
    <w:rsid w:val="006D7220"/>
    <w:rsid w:val="006E147F"/>
    <w:rsid w:val="006E1B1D"/>
    <w:rsid w:val="006E2003"/>
    <w:rsid w:val="006E22C1"/>
    <w:rsid w:val="006E2855"/>
    <w:rsid w:val="006E3A4F"/>
    <w:rsid w:val="006E445D"/>
    <w:rsid w:val="006E4E9F"/>
    <w:rsid w:val="006E6228"/>
    <w:rsid w:val="006E6422"/>
    <w:rsid w:val="006E75CC"/>
    <w:rsid w:val="006E7E1E"/>
    <w:rsid w:val="006F06CD"/>
    <w:rsid w:val="006F0E86"/>
    <w:rsid w:val="006F1A06"/>
    <w:rsid w:val="006F3002"/>
    <w:rsid w:val="006F3C60"/>
    <w:rsid w:val="006F447B"/>
    <w:rsid w:val="006F4607"/>
    <w:rsid w:val="006F4AE7"/>
    <w:rsid w:val="006F61C8"/>
    <w:rsid w:val="006F6519"/>
    <w:rsid w:val="006F741C"/>
    <w:rsid w:val="00700A3B"/>
    <w:rsid w:val="00701321"/>
    <w:rsid w:val="0070198A"/>
    <w:rsid w:val="00702E3F"/>
    <w:rsid w:val="00703103"/>
    <w:rsid w:val="00703E2E"/>
    <w:rsid w:val="00704DA1"/>
    <w:rsid w:val="00705C37"/>
    <w:rsid w:val="00705D75"/>
    <w:rsid w:val="00706181"/>
    <w:rsid w:val="00706A68"/>
    <w:rsid w:val="007071BA"/>
    <w:rsid w:val="00707D54"/>
    <w:rsid w:val="007108AE"/>
    <w:rsid w:val="00710E23"/>
    <w:rsid w:val="007112B4"/>
    <w:rsid w:val="0071146C"/>
    <w:rsid w:val="007115A1"/>
    <w:rsid w:val="00711E2F"/>
    <w:rsid w:val="00712DA8"/>
    <w:rsid w:val="00713595"/>
    <w:rsid w:val="00713713"/>
    <w:rsid w:val="00713D8C"/>
    <w:rsid w:val="00714A74"/>
    <w:rsid w:val="007151F6"/>
    <w:rsid w:val="00715406"/>
    <w:rsid w:val="0071585D"/>
    <w:rsid w:val="0071607B"/>
    <w:rsid w:val="007162D2"/>
    <w:rsid w:val="007164D2"/>
    <w:rsid w:val="00716625"/>
    <w:rsid w:val="00716944"/>
    <w:rsid w:val="0071741C"/>
    <w:rsid w:val="00717A8B"/>
    <w:rsid w:val="007200ED"/>
    <w:rsid w:val="00720724"/>
    <w:rsid w:val="00720A47"/>
    <w:rsid w:val="007216A5"/>
    <w:rsid w:val="007219D2"/>
    <w:rsid w:val="007220AD"/>
    <w:rsid w:val="00722887"/>
    <w:rsid w:val="00722ABB"/>
    <w:rsid w:val="00723988"/>
    <w:rsid w:val="0072415F"/>
    <w:rsid w:val="007257D8"/>
    <w:rsid w:val="007261BA"/>
    <w:rsid w:val="0072622D"/>
    <w:rsid w:val="00726A76"/>
    <w:rsid w:val="00726CE8"/>
    <w:rsid w:val="00726D08"/>
    <w:rsid w:val="00727910"/>
    <w:rsid w:val="0073057D"/>
    <w:rsid w:val="00730851"/>
    <w:rsid w:val="00730AF6"/>
    <w:rsid w:val="00730B38"/>
    <w:rsid w:val="00730B54"/>
    <w:rsid w:val="00730F72"/>
    <w:rsid w:val="0073226C"/>
    <w:rsid w:val="007325FB"/>
    <w:rsid w:val="00733C10"/>
    <w:rsid w:val="0073415C"/>
    <w:rsid w:val="00734B42"/>
    <w:rsid w:val="0073576C"/>
    <w:rsid w:val="0073684D"/>
    <w:rsid w:val="00737F84"/>
    <w:rsid w:val="007417F3"/>
    <w:rsid w:val="00741973"/>
    <w:rsid w:val="007423AD"/>
    <w:rsid w:val="007426F9"/>
    <w:rsid w:val="00742A7E"/>
    <w:rsid w:val="007444B8"/>
    <w:rsid w:val="00744524"/>
    <w:rsid w:val="007446E3"/>
    <w:rsid w:val="00744BE6"/>
    <w:rsid w:val="007453B0"/>
    <w:rsid w:val="0074579E"/>
    <w:rsid w:val="00745B90"/>
    <w:rsid w:val="007464AE"/>
    <w:rsid w:val="007468C3"/>
    <w:rsid w:val="00747266"/>
    <w:rsid w:val="00747CC4"/>
    <w:rsid w:val="00747F18"/>
    <w:rsid w:val="00750A99"/>
    <w:rsid w:val="00750B1D"/>
    <w:rsid w:val="00750B40"/>
    <w:rsid w:val="00750E41"/>
    <w:rsid w:val="00751511"/>
    <w:rsid w:val="00751DC7"/>
    <w:rsid w:val="00752935"/>
    <w:rsid w:val="00752AFB"/>
    <w:rsid w:val="00753506"/>
    <w:rsid w:val="00753630"/>
    <w:rsid w:val="00753A45"/>
    <w:rsid w:val="00753EE4"/>
    <w:rsid w:val="00754864"/>
    <w:rsid w:val="00754B26"/>
    <w:rsid w:val="00754E80"/>
    <w:rsid w:val="00755603"/>
    <w:rsid w:val="0075571C"/>
    <w:rsid w:val="0075652E"/>
    <w:rsid w:val="00756E59"/>
    <w:rsid w:val="00756FB1"/>
    <w:rsid w:val="00762178"/>
    <w:rsid w:val="00762B2A"/>
    <w:rsid w:val="00763CED"/>
    <w:rsid w:val="007641E6"/>
    <w:rsid w:val="007654C1"/>
    <w:rsid w:val="007654C3"/>
    <w:rsid w:val="007660AE"/>
    <w:rsid w:val="007662BA"/>
    <w:rsid w:val="0076657F"/>
    <w:rsid w:val="00767F51"/>
    <w:rsid w:val="00770A58"/>
    <w:rsid w:val="00770F0F"/>
    <w:rsid w:val="00771B30"/>
    <w:rsid w:val="00771D27"/>
    <w:rsid w:val="00772195"/>
    <w:rsid w:val="0077273A"/>
    <w:rsid w:val="00772D5A"/>
    <w:rsid w:val="00772F05"/>
    <w:rsid w:val="00773355"/>
    <w:rsid w:val="00773B8E"/>
    <w:rsid w:val="00774940"/>
    <w:rsid w:val="00774BFE"/>
    <w:rsid w:val="00774DCC"/>
    <w:rsid w:val="0077527C"/>
    <w:rsid w:val="0077552D"/>
    <w:rsid w:val="0077687C"/>
    <w:rsid w:val="007769C5"/>
    <w:rsid w:val="00776A50"/>
    <w:rsid w:val="00776B7F"/>
    <w:rsid w:val="007773DC"/>
    <w:rsid w:val="0077745F"/>
    <w:rsid w:val="0077768E"/>
    <w:rsid w:val="00777B7A"/>
    <w:rsid w:val="00777F3B"/>
    <w:rsid w:val="00780449"/>
    <w:rsid w:val="007804A5"/>
    <w:rsid w:val="0078063B"/>
    <w:rsid w:val="00780AE2"/>
    <w:rsid w:val="00781555"/>
    <w:rsid w:val="00781DC1"/>
    <w:rsid w:val="007829BB"/>
    <w:rsid w:val="00783E60"/>
    <w:rsid w:val="00784188"/>
    <w:rsid w:val="00785320"/>
    <w:rsid w:val="00787655"/>
    <w:rsid w:val="00791815"/>
    <w:rsid w:val="00791CBC"/>
    <w:rsid w:val="007936B2"/>
    <w:rsid w:val="0079404B"/>
    <w:rsid w:val="00794DDB"/>
    <w:rsid w:val="00795395"/>
    <w:rsid w:val="007957D3"/>
    <w:rsid w:val="007964E7"/>
    <w:rsid w:val="007966CC"/>
    <w:rsid w:val="00797001"/>
    <w:rsid w:val="00797884"/>
    <w:rsid w:val="007A0FFE"/>
    <w:rsid w:val="007A1025"/>
    <w:rsid w:val="007A12D9"/>
    <w:rsid w:val="007A242C"/>
    <w:rsid w:val="007A2FB1"/>
    <w:rsid w:val="007A3316"/>
    <w:rsid w:val="007A4AD7"/>
    <w:rsid w:val="007A4F42"/>
    <w:rsid w:val="007A54DC"/>
    <w:rsid w:val="007A61F7"/>
    <w:rsid w:val="007A7D48"/>
    <w:rsid w:val="007B0843"/>
    <w:rsid w:val="007B0E91"/>
    <w:rsid w:val="007B0EA4"/>
    <w:rsid w:val="007B112B"/>
    <w:rsid w:val="007B164E"/>
    <w:rsid w:val="007B2AF5"/>
    <w:rsid w:val="007B3299"/>
    <w:rsid w:val="007B37E8"/>
    <w:rsid w:val="007B3C30"/>
    <w:rsid w:val="007B55C7"/>
    <w:rsid w:val="007B5B6F"/>
    <w:rsid w:val="007B5D5C"/>
    <w:rsid w:val="007B7076"/>
    <w:rsid w:val="007B7A1A"/>
    <w:rsid w:val="007C0ADC"/>
    <w:rsid w:val="007C0C17"/>
    <w:rsid w:val="007C0C5D"/>
    <w:rsid w:val="007C1533"/>
    <w:rsid w:val="007C1A39"/>
    <w:rsid w:val="007C31F1"/>
    <w:rsid w:val="007C37AD"/>
    <w:rsid w:val="007C3B6E"/>
    <w:rsid w:val="007C48FF"/>
    <w:rsid w:val="007C4B03"/>
    <w:rsid w:val="007C4D5F"/>
    <w:rsid w:val="007C4F86"/>
    <w:rsid w:val="007C51E3"/>
    <w:rsid w:val="007C5B98"/>
    <w:rsid w:val="007C5BFA"/>
    <w:rsid w:val="007C65F6"/>
    <w:rsid w:val="007C6C2B"/>
    <w:rsid w:val="007C7C60"/>
    <w:rsid w:val="007C7DA5"/>
    <w:rsid w:val="007D0279"/>
    <w:rsid w:val="007D135C"/>
    <w:rsid w:val="007D26C3"/>
    <w:rsid w:val="007D3CDF"/>
    <w:rsid w:val="007D4A2C"/>
    <w:rsid w:val="007D577E"/>
    <w:rsid w:val="007D6CE1"/>
    <w:rsid w:val="007D710A"/>
    <w:rsid w:val="007D7569"/>
    <w:rsid w:val="007D797D"/>
    <w:rsid w:val="007D7DCB"/>
    <w:rsid w:val="007D7E35"/>
    <w:rsid w:val="007E0CA7"/>
    <w:rsid w:val="007E1515"/>
    <w:rsid w:val="007E2C63"/>
    <w:rsid w:val="007E3422"/>
    <w:rsid w:val="007E3FB2"/>
    <w:rsid w:val="007E4E7C"/>
    <w:rsid w:val="007E510E"/>
    <w:rsid w:val="007E5ACE"/>
    <w:rsid w:val="007F0457"/>
    <w:rsid w:val="007F11BA"/>
    <w:rsid w:val="007F170D"/>
    <w:rsid w:val="007F1E46"/>
    <w:rsid w:val="007F2EEC"/>
    <w:rsid w:val="007F36FF"/>
    <w:rsid w:val="007F4C66"/>
    <w:rsid w:val="007F676B"/>
    <w:rsid w:val="007F6F74"/>
    <w:rsid w:val="007F7220"/>
    <w:rsid w:val="007F78D5"/>
    <w:rsid w:val="007F7C1E"/>
    <w:rsid w:val="008006EA"/>
    <w:rsid w:val="0080258C"/>
    <w:rsid w:val="00802759"/>
    <w:rsid w:val="008030E5"/>
    <w:rsid w:val="008032DD"/>
    <w:rsid w:val="00804050"/>
    <w:rsid w:val="00807936"/>
    <w:rsid w:val="00811567"/>
    <w:rsid w:val="00811729"/>
    <w:rsid w:val="00811B01"/>
    <w:rsid w:val="00812C33"/>
    <w:rsid w:val="00814366"/>
    <w:rsid w:val="00814CCC"/>
    <w:rsid w:val="00814EA0"/>
    <w:rsid w:val="00815A24"/>
    <w:rsid w:val="008172E2"/>
    <w:rsid w:val="00817B5A"/>
    <w:rsid w:val="0082018F"/>
    <w:rsid w:val="008205A7"/>
    <w:rsid w:val="00820CB0"/>
    <w:rsid w:val="00820D84"/>
    <w:rsid w:val="00820FB4"/>
    <w:rsid w:val="00821732"/>
    <w:rsid w:val="00821B64"/>
    <w:rsid w:val="00821FF7"/>
    <w:rsid w:val="0082270E"/>
    <w:rsid w:val="00822F36"/>
    <w:rsid w:val="008238BB"/>
    <w:rsid w:val="008239B7"/>
    <w:rsid w:val="00823B1B"/>
    <w:rsid w:val="008245F4"/>
    <w:rsid w:val="00824BD5"/>
    <w:rsid w:val="00824CE4"/>
    <w:rsid w:val="008258E8"/>
    <w:rsid w:val="0082683B"/>
    <w:rsid w:val="00826B05"/>
    <w:rsid w:val="00826C1F"/>
    <w:rsid w:val="00827698"/>
    <w:rsid w:val="00830594"/>
    <w:rsid w:val="00830F79"/>
    <w:rsid w:val="008322B0"/>
    <w:rsid w:val="0083320B"/>
    <w:rsid w:val="00833494"/>
    <w:rsid w:val="00833887"/>
    <w:rsid w:val="0083398D"/>
    <w:rsid w:val="00833CFE"/>
    <w:rsid w:val="00833DEC"/>
    <w:rsid w:val="0083410A"/>
    <w:rsid w:val="00834A1F"/>
    <w:rsid w:val="00835FC3"/>
    <w:rsid w:val="0083605A"/>
    <w:rsid w:val="00836F0B"/>
    <w:rsid w:val="00837242"/>
    <w:rsid w:val="00837EB0"/>
    <w:rsid w:val="00837FCF"/>
    <w:rsid w:val="00840C8D"/>
    <w:rsid w:val="00840F1C"/>
    <w:rsid w:val="008415F9"/>
    <w:rsid w:val="008423B2"/>
    <w:rsid w:val="008427FD"/>
    <w:rsid w:val="00842CDA"/>
    <w:rsid w:val="008434B0"/>
    <w:rsid w:val="00843A72"/>
    <w:rsid w:val="00843AAD"/>
    <w:rsid w:val="00843AFB"/>
    <w:rsid w:val="00843EC5"/>
    <w:rsid w:val="008442FF"/>
    <w:rsid w:val="00844B64"/>
    <w:rsid w:val="00845721"/>
    <w:rsid w:val="0084587D"/>
    <w:rsid w:val="00845FA4"/>
    <w:rsid w:val="008466FA"/>
    <w:rsid w:val="0085008B"/>
    <w:rsid w:val="00850B99"/>
    <w:rsid w:val="00850D1A"/>
    <w:rsid w:val="00853800"/>
    <w:rsid w:val="00853B0C"/>
    <w:rsid w:val="00853E4C"/>
    <w:rsid w:val="00853E56"/>
    <w:rsid w:val="00855256"/>
    <w:rsid w:val="00855923"/>
    <w:rsid w:val="008559FF"/>
    <w:rsid w:val="00857C9F"/>
    <w:rsid w:val="0086090F"/>
    <w:rsid w:val="00861556"/>
    <w:rsid w:val="00862896"/>
    <w:rsid w:val="00863C2A"/>
    <w:rsid w:val="00866688"/>
    <w:rsid w:val="00866DA6"/>
    <w:rsid w:val="00866F85"/>
    <w:rsid w:val="00870BA4"/>
    <w:rsid w:val="00870DC8"/>
    <w:rsid w:val="0087186A"/>
    <w:rsid w:val="0087201E"/>
    <w:rsid w:val="0087294E"/>
    <w:rsid w:val="00873304"/>
    <w:rsid w:val="0087432E"/>
    <w:rsid w:val="00874FEC"/>
    <w:rsid w:val="0087507E"/>
    <w:rsid w:val="00875236"/>
    <w:rsid w:val="00875687"/>
    <w:rsid w:val="00875A1D"/>
    <w:rsid w:val="00875D34"/>
    <w:rsid w:val="00876571"/>
    <w:rsid w:val="00876960"/>
    <w:rsid w:val="008803A7"/>
    <w:rsid w:val="00882B62"/>
    <w:rsid w:val="00882ED7"/>
    <w:rsid w:val="0088357C"/>
    <w:rsid w:val="008838A0"/>
    <w:rsid w:val="00883A34"/>
    <w:rsid w:val="00883BFD"/>
    <w:rsid w:val="00883ED5"/>
    <w:rsid w:val="008845B4"/>
    <w:rsid w:val="00885AC5"/>
    <w:rsid w:val="00885B51"/>
    <w:rsid w:val="00885F83"/>
    <w:rsid w:val="0088652E"/>
    <w:rsid w:val="00886D3C"/>
    <w:rsid w:val="00887AE4"/>
    <w:rsid w:val="00887FBE"/>
    <w:rsid w:val="00890F0E"/>
    <w:rsid w:val="00890F44"/>
    <w:rsid w:val="00891079"/>
    <w:rsid w:val="00892747"/>
    <w:rsid w:val="00893B9E"/>
    <w:rsid w:val="00893E18"/>
    <w:rsid w:val="00893FC5"/>
    <w:rsid w:val="00894078"/>
    <w:rsid w:val="0089661F"/>
    <w:rsid w:val="008A04B5"/>
    <w:rsid w:val="008A1214"/>
    <w:rsid w:val="008A1F09"/>
    <w:rsid w:val="008A3925"/>
    <w:rsid w:val="008A3FC1"/>
    <w:rsid w:val="008A4D10"/>
    <w:rsid w:val="008A50FA"/>
    <w:rsid w:val="008A58D6"/>
    <w:rsid w:val="008A5D12"/>
    <w:rsid w:val="008A7CC4"/>
    <w:rsid w:val="008A7D85"/>
    <w:rsid w:val="008B0547"/>
    <w:rsid w:val="008B0E24"/>
    <w:rsid w:val="008B1029"/>
    <w:rsid w:val="008B2540"/>
    <w:rsid w:val="008B3362"/>
    <w:rsid w:val="008B37D5"/>
    <w:rsid w:val="008B3A43"/>
    <w:rsid w:val="008B3CDC"/>
    <w:rsid w:val="008B4011"/>
    <w:rsid w:val="008B4D8F"/>
    <w:rsid w:val="008B5EEC"/>
    <w:rsid w:val="008B71A1"/>
    <w:rsid w:val="008B7846"/>
    <w:rsid w:val="008B79A1"/>
    <w:rsid w:val="008B7DE4"/>
    <w:rsid w:val="008B7EB7"/>
    <w:rsid w:val="008C0A7B"/>
    <w:rsid w:val="008C0C37"/>
    <w:rsid w:val="008C0FA5"/>
    <w:rsid w:val="008C1B3C"/>
    <w:rsid w:val="008C2153"/>
    <w:rsid w:val="008C2777"/>
    <w:rsid w:val="008C3DAF"/>
    <w:rsid w:val="008C58F2"/>
    <w:rsid w:val="008C5EDA"/>
    <w:rsid w:val="008C62C6"/>
    <w:rsid w:val="008C6B1A"/>
    <w:rsid w:val="008C773F"/>
    <w:rsid w:val="008D040D"/>
    <w:rsid w:val="008D0726"/>
    <w:rsid w:val="008D091E"/>
    <w:rsid w:val="008D140F"/>
    <w:rsid w:val="008D14DA"/>
    <w:rsid w:val="008D1DE3"/>
    <w:rsid w:val="008D297F"/>
    <w:rsid w:val="008D2ABD"/>
    <w:rsid w:val="008D2B91"/>
    <w:rsid w:val="008D3529"/>
    <w:rsid w:val="008D35AE"/>
    <w:rsid w:val="008D3C9C"/>
    <w:rsid w:val="008D4B0D"/>
    <w:rsid w:val="008D4C1C"/>
    <w:rsid w:val="008D6687"/>
    <w:rsid w:val="008D7046"/>
    <w:rsid w:val="008E12A7"/>
    <w:rsid w:val="008E19E7"/>
    <w:rsid w:val="008E2A61"/>
    <w:rsid w:val="008E3EF1"/>
    <w:rsid w:val="008E461A"/>
    <w:rsid w:val="008E4C59"/>
    <w:rsid w:val="008E54EB"/>
    <w:rsid w:val="008E59BF"/>
    <w:rsid w:val="008E5FC9"/>
    <w:rsid w:val="008E6A41"/>
    <w:rsid w:val="008E6BD1"/>
    <w:rsid w:val="008E7394"/>
    <w:rsid w:val="008E7730"/>
    <w:rsid w:val="008E7FB5"/>
    <w:rsid w:val="008F08FD"/>
    <w:rsid w:val="008F11DB"/>
    <w:rsid w:val="008F1207"/>
    <w:rsid w:val="008F1963"/>
    <w:rsid w:val="008F1AB8"/>
    <w:rsid w:val="008F29B4"/>
    <w:rsid w:val="008F3CC3"/>
    <w:rsid w:val="008F40FC"/>
    <w:rsid w:val="008F4586"/>
    <w:rsid w:val="008F49D2"/>
    <w:rsid w:val="008F5F6C"/>
    <w:rsid w:val="008F624B"/>
    <w:rsid w:val="008F62D1"/>
    <w:rsid w:val="008F7055"/>
    <w:rsid w:val="008F70F8"/>
    <w:rsid w:val="0090022D"/>
    <w:rsid w:val="00901278"/>
    <w:rsid w:val="00901B48"/>
    <w:rsid w:val="0090311D"/>
    <w:rsid w:val="0090361B"/>
    <w:rsid w:val="0090367A"/>
    <w:rsid w:val="009052A2"/>
    <w:rsid w:val="00905927"/>
    <w:rsid w:val="00905A25"/>
    <w:rsid w:val="00905CA0"/>
    <w:rsid w:val="00906FDC"/>
    <w:rsid w:val="0090702B"/>
    <w:rsid w:val="009071E9"/>
    <w:rsid w:val="00910A0F"/>
    <w:rsid w:val="009110CD"/>
    <w:rsid w:val="00911518"/>
    <w:rsid w:val="009120A7"/>
    <w:rsid w:val="00912489"/>
    <w:rsid w:val="00912691"/>
    <w:rsid w:val="00912A98"/>
    <w:rsid w:val="00913CCF"/>
    <w:rsid w:val="00914037"/>
    <w:rsid w:val="009141EB"/>
    <w:rsid w:val="00914333"/>
    <w:rsid w:val="00914368"/>
    <w:rsid w:val="00914EAC"/>
    <w:rsid w:val="0091563F"/>
    <w:rsid w:val="0091567E"/>
    <w:rsid w:val="009170C5"/>
    <w:rsid w:val="00917230"/>
    <w:rsid w:val="00920AAD"/>
    <w:rsid w:val="00920D6B"/>
    <w:rsid w:val="00922435"/>
    <w:rsid w:val="00922F94"/>
    <w:rsid w:val="0092383F"/>
    <w:rsid w:val="00923A4B"/>
    <w:rsid w:val="00924616"/>
    <w:rsid w:val="0092471F"/>
    <w:rsid w:val="00924A49"/>
    <w:rsid w:val="00925EDF"/>
    <w:rsid w:val="009263F8"/>
    <w:rsid w:val="00926514"/>
    <w:rsid w:val="00927534"/>
    <w:rsid w:val="00930207"/>
    <w:rsid w:val="00930B8C"/>
    <w:rsid w:val="00930E69"/>
    <w:rsid w:val="00932A6D"/>
    <w:rsid w:val="00932BB9"/>
    <w:rsid w:val="009333FE"/>
    <w:rsid w:val="00933B66"/>
    <w:rsid w:val="009346AA"/>
    <w:rsid w:val="00934F88"/>
    <w:rsid w:val="00936002"/>
    <w:rsid w:val="00936083"/>
    <w:rsid w:val="00936E92"/>
    <w:rsid w:val="00937219"/>
    <w:rsid w:val="00941178"/>
    <w:rsid w:val="00941DB4"/>
    <w:rsid w:val="00942C69"/>
    <w:rsid w:val="00942E3E"/>
    <w:rsid w:val="00944163"/>
    <w:rsid w:val="009444AC"/>
    <w:rsid w:val="009449F0"/>
    <w:rsid w:val="00944D57"/>
    <w:rsid w:val="009451AD"/>
    <w:rsid w:val="00945BFA"/>
    <w:rsid w:val="00945EE5"/>
    <w:rsid w:val="0094658E"/>
    <w:rsid w:val="00946942"/>
    <w:rsid w:val="00946B69"/>
    <w:rsid w:val="00947E69"/>
    <w:rsid w:val="009514FF"/>
    <w:rsid w:val="009520EA"/>
    <w:rsid w:val="00953BCE"/>
    <w:rsid w:val="00955309"/>
    <w:rsid w:val="009556F5"/>
    <w:rsid w:val="009559AF"/>
    <w:rsid w:val="00956722"/>
    <w:rsid w:val="009568E0"/>
    <w:rsid w:val="00956F8B"/>
    <w:rsid w:val="009574F2"/>
    <w:rsid w:val="00960783"/>
    <w:rsid w:val="00960D2F"/>
    <w:rsid w:val="00961C39"/>
    <w:rsid w:val="009628D1"/>
    <w:rsid w:val="009641BF"/>
    <w:rsid w:val="009646FA"/>
    <w:rsid w:val="00965D0F"/>
    <w:rsid w:val="00966428"/>
    <w:rsid w:val="009667F9"/>
    <w:rsid w:val="00970031"/>
    <w:rsid w:val="009704F7"/>
    <w:rsid w:val="00970ADE"/>
    <w:rsid w:val="00970CF4"/>
    <w:rsid w:val="00972E53"/>
    <w:rsid w:val="00973DDD"/>
    <w:rsid w:val="00973E3A"/>
    <w:rsid w:val="00975DEC"/>
    <w:rsid w:val="00975FB2"/>
    <w:rsid w:val="00976505"/>
    <w:rsid w:val="00976900"/>
    <w:rsid w:val="00976EAA"/>
    <w:rsid w:val="00977062"/>
    <w:rsid w:val="00977A02"/>
    <w:rsid w:val="009807CE"/>
    <w:rsid w:val="009818FA"/>
    <w:rsid w:val="00981953"/>
    <w:rsid w:val="00982CDF"/>
    <w:rsid w:val="00983001"/>
    <w:rsid w:val="00983500"/>
    <w:rsid w:val="00984349"/>
    <w:rsid w:val="00984646"/>
    <w:rsid w:val="00984EDF"/>
    <w:rsid w:val="009851E0"/>
    <w:rsid w:val="009855CD"/>
    <w:rsid w:val="00986DA8"/>
    <w:rsid w:val="00986ED7"/>
    <w:rsid w:val="00986F68"/>
    <w:rsid w:val="00987CCF"/>
    <w:rsid w:val="0099012C"/>
    <w:rsid w:val="00990B81"/>
    <w:rsid w:val="00990CEB"/>
    <w:rsid w:val="00991483"/>
    <w:rsid w:val="009917C8"/>
    <w:rsid w:val="00991C94"/>
    <w:rsid w:val="00991D97"/>
    <w:rsid w:val="009933B2"/>
    <w:rsid w:val="00993FD4"/>
    <w:rsid w:val="009941C6"/>
    <w:rsid w:val="00994A67"/>
    <w:rsid w:val="0099624E"/>
    <w:rsid w:val="00996621"/>
    <w:rsid w:val="00996D0A"/>
    <w:rsid w:val="0099782C"/>
    <w:rsid w:val="009A03AA"/>
    <w:rsid w:val="009A16DB"/>
    <w:rsid w:val="009A187D"/>
    <w:rsid w:val="009A1B5C"/>
    <w:rsid w:val="009A225E"/>
    <w:rsid w:val="009A2718"/>
    <w:rsid w:val="009A2D7E"/>
    <w:rsid w:val="009A2F31"/>
    <w:rsid w:val="009A338A"/>
    <w:rsid w:val="009A4E2C"/>
    <w:rsid w:val="009A5631"/>
    <w:rsid w:val="009A6BAB"/>
    <w:rsid w:val="009A7F23"/>
    <w:rsid w:val="009B18D4"/>
    <w:rsid w:val="009B1EDA"/>
    <w:rsid w:val="009B2C17"/>
    <w:rsid w:val="009B380B"/>
    <w:rsid w:val="009B47E2"/>
    <w:rsid w:val="009B4938"/>
    <w:rsid w:val="009B59FD"/>
    <w:rsid w:val="009B6399"/>
    <w:rsid w:val="009B6672"/>
    <w:rsid w:val="009B6849"/>
    <w:rsid w:val="009B6D9F"/>
    <w:rsid w:val="009B7B09"/>
    <w:rsid w:val="009C06C9"/>
    <w:rsid w:val="009C0CC3"/>
    <w:rsid w:val="009C1717"/>
    <w:rsid w:val="009C3DFA"/>
    <w:rsid w:val="009C478F"/>
    <w:rsid w:val="009C48BA"/>
    <w:rsid w:val="009C4974"/>
    <w:rsid w:val="009C4997"/>
    <w:rsid w:val="009C5149"/>
    <w:rsid w:val="009C5CC2"/>
    <w:rsid w:val="009C5E68"/>
    <w:rsid w:val="009C646D"/>
    <w:rsid w:val="009C67C8"/>
    <w:rsid w:val="009C6D2D"/>
    <w:rsid w:val="009C71D3"/>
    <w:rsid w:val="009D03EC"/>
    <w:rsid w:val="009D091A"/>
    <w:rsid w:val="009D10BD"/>
    <w:rsid w:val="009D1DC0"/>
    <w:rsid w:val="009D3843"/>
    <w:rsid w:val="009D3F3F"/>
    <w:rsid w:val="009D4017"/>
    <w:rsid w:val="009D45B8"/>
    <w:rsid w:val="009D68E6"/>
    <w:rsid w:val="009D7EFA"/>
    <w:rsid w:val="009D7FC3"/>
    <w:rsid w:val="009E07D0"/>
    <w:rsid w:val="009E0CEA"/>
    <w:rsid w:val="009E139B"/>
    <w:rsid w:val="009E1B0A"/>
    <w:rsid w:val="009E228D"/>
    <w:rsid w:val="009E273F"/>
    <w:rsid w:val="009E3992"/>
    <w:rsid w:val="009E3E82"/>
    <w:rsid w:val="009E58DA"/>
    <w:rsid w:val="009E6789"/>
    <w:rsid w:val="009E6985"/>
    <w:rsid w:val="009E72FF"/>
    <w:rsid w:val="009F0109"/>
    <w:rsid w:val="009F04C0"/>
    <w:rsid w:val="009F08E7"/>
    <w:rsid w:val="009F0A8B"/>
    <w:rsid w:val="009F0B95"/>
    <w:rsid w:val="009F1C2D"/>
    <w:rsid w:val="009F274F"/>
    <w:rsid w:val="009F32FC"/>
    <w:rsid w:val="009F345C"/>
    <w:rsid w:val="009F39E0"/>
    <w:rsid w:val="009F3A2C"/>
    <w:rsid w:val="009F480F"/>
    <w:rsid w:val="009F4BAB"/>
    <w:rsid w:val="009F4D96"/>
    <w:rsid w:val="009F531B"/>
    <w:rsid w:val="009F5DEE"/>
    <w:rsid w:val="009F64BF"/>
    <w:rsid w:val="009F6964"/>
    <w:rsid w:val="009F6C29"/>
    <w:rsid w:val="009F7DB1"/>
    <w:rsid w:val="009F7E70"/>
    <w:rsid w:val="00A00DBD"/>
    <w:rsid w:val="00A01133"/>
    <w:rsid w:val="00A0148D"/>
    <w:rsid w:val="00A019DE"/>
    <w:rsid w:val="00A03268"/>
    <w:rsid w:val="00A03621"/>
    <w:rsid w:val="00A03AAC"/>
    <w:rsid w:val="00A05E65"/>
    <w:rsid w:val="00A06CF4"/>
    <w:rsid w:val="00A0760E"/>
    <w:rsid w:val="00A0786A"/>
    <w:rsid w:val="00A07A7F"/>
    <w:rsid w:val="00A07AAC"/>
    <w:rsid w:val="00A10019"/>
    <w:rsid w:val="00A10C4C"/>
    <w:rsid w:val="00A10CAE"/>
    <w:rsid w:val="00A11552"/>
    <w:rsid w:val="00A12B39"/>
    <w:rsid w:val="00A1319F"/>
    <w:rsid w:val="00A14D13"/>
    <w:rsid w:val="00A150B0"/>
    <w:rsid w:val="00A1529C"/>
    <w:rsid w:val="00A1534B"/>
    <w:rsid w:val="00A1563A"/>
    <w:rsid w:val="00A16A74"/>
    <w:rsid w:val="00A17503"/>
    <w:rsid w:val="00A22A3D"/>
    <w:rsid w:val="00A22CF3"/>
    <w:rsid w:val="00A2358E"/>
    <w:rsid w:val="00A24023"/>
    <w:rsid w:val="00A25AA8"/>
    <w:rsid w:val="00A25FC5"/>
    <w:rsid w:val="00A27EB5"/>
    <w:rsid w:val="00A3056E"/>
    <w:rsid w:val="00A309ED"/>
    <w:rsid w:val="00A31577"/>
    <w:rsid w:val="00A317C8"/>
    <w:rsid w:val="00A318C1"/>
    <w:rsid w:val="00A320D7"/>
    <w:rsid w:val="00A327AF"/>
    <w:rsid w:val="00A328BE"/>
    <w:rsid w:val="00A3315C"/>
    <w:rsid w:val="00A33F25"/>
    <w:rsid w:val="00A342D4"/>
    <w:rsid w:val="00A346C9"/>
    <w:rsid w:val="00A348EC"/>
    <w:rsid w:val="00A361C2"/>
    <w:rsid w:val="00A36781"/>
    <w:rsid w:val="00A368CB"/>
    <w:rsid w:val="00A36ACE"/>
    <w:rsid w:val="00A36E68"/>
    <w:rsid w:val="00A37131"/>
    <w:rsid w:val="00A37199"/>
    <w:rsid w:val="00A37270"/>
    <w:rsid w:val="00A400C5"/>
    <w:rsid w:val="00A412D0"/>
    <w:rsid w:val="00A41656"/>
    <w:rsid w:val="00A41D0C"/>
    <w:rsid w:val="00A422CA"/>
    <w:rsid w:val="00A42703"/>
    <w:rsid w:val="00A43629"/>
    <w:rsid w:val="00A4372D"/>
    <w:rsid w:val="00A440C2"/>
    <w:rsid w:val="00A442BD"/>
    <w:rsid w:val="00A447E1"/>
    <w:rsid w:val="00A45188"/>
    <w:rsid w:val="00A45BC9"/>
    <w:rsid w:val="00A45F52"/>
    <w:rsid w:val="00A47590"/>
    <w:rsid w:val="00A4759A"/>
    <w:rsid w:val="00A47816"/>
    <w:rsid w:val="00A50A3B"/>
    <w:rsid w:val="00A51064"/>
    <w:rsid w:val="00A51303"/>
    <w:rsid w:val="00A51A67"/>
    <w:rsid w:val="00A52665"/>
    <w:rsid w:val="00A52B55"/>
    <w:rsid w:val="00A535C7"/>
    <w:rsid w:val="00A53CD7"/>
    <w:rsid w:val="00A55F64"/>
    <w:rsid w:val="00A5737A"/>
    <w:rsid w:val="00A57E7B"/>
    <w:rsid w:val="00A60073"/>
    <w:rsid w:val="00A6060A"/>
    <w:rsid w:val="00A6108B"/>
    <w:rsid w:val="00A61412"/>
    <w:rsid w:val="00A626C3"/>
    <w:rsid w:val="00A6281D"/>
    <w:rsid w:val="00A62B75"/>
    <w:rsid w:val="00A63B9C"/>
    <w:rsid w:val="00A63FF4"/>
    <w:rsid w:val="00A64462"/>
    <w:rsid w:val="00A65DE7"/>
    <w:rsid w:val="00A70BBD"/>
    <w:rsid w:val="00A70C7E"/>
    <w:rsid w:val="00A72241"/>
    <w:rsid w:val="00A73FD2"/>
    <w:rsid w:val="00A74010"/>
    <w:rsid w:val="00A7473B"/>
    <w:rsid w:val="00A747CA"/>
    <w:rsid w:val="00A74850"/>
    <w:rsid w:val="00A74BB3"/>
    <w:rsid w:val="00A752AF"/>
    <w:rsid w:val="00A77726"/>
    <w:rsid w:val="00A77E96"/>
    <w:rsid w:val="00A80794"/>
    <w:rsid w:val="00A80AF5"/>
    <w:rsid w:val="00A80E38"/>
    <w:rsid w:val="00A813DF"/>
    <w:rsid w:val="00A8172F"/>
    <w:rsid w:val="00A81829"/>
    <w:rsid w:val="00A81834"/>
    <w:rsid w:val="00A826AC"/>
    <w:rsid w:val="00A8405B"/>
    <w:rsid w:val="00A849C1"/>
    <w:rsid w:val="00A853FA"/>
    <w:rsid w:val="00A86E3D"/>
    <w:rsid w:val="00A87292"/>
    <w:rsid w:val="00A87545"/>
    <w:rsid w:val="00A877CA"/>
    <w:rsid w:val="00A87C3E"/>
    <w:rsid w:val="00A904C1"/>
    <w:rsid w:val="00A90501"/>
    <w:rsid w:val="00A906D4"/>
    <w:rsid w:val="00A9178E"/>
    <w:rsid w:val="00A91B99"/>
    <w:rsid w:val="00A9409F"/>
    <w:rsid w:val="00A94BBB"/>
    <w:rsid w:val="00A94D26"/>
    <w:rsid w:val="00A9515B"/>
    <w:rsid w:val="00A952C1"/>
    <w:rsid w:val="00A95406"/>
    <w:rsid w:val="00A95E66"/>
    <w:rsid w:val="00A962F1"/>
    <w:rsid w:val="00A96641"/>
    <w:rsid w:val="00A968E1"/>
    <w:rsid w:val="00A97046"/>
    <w:rsid w:val="00A97508"/>
    <w:rsid w:val="00A97FF8"/>
    <w:rsid w:val="00AA015F"/>
    <w:rsid w:val="00AA0309"/>
    <w:rsid w:val="00AA0B11"/>
    <w:rsid w:val="00AA0CCB"/>
    <w:rsid w:val="00AA1561"/>
    <w:rsid w:val="00AA1E97"/>
    <w:rsid w:val="00AA237E"/>
    <w:rsid w:val="00AA25A1"/>
    <w:rsid w:val="00AA2BAD"/>
    <w:rsid w:val="00AA328C"/>
    <w:rsid w:val="00AA36F4"/>
    <w:rsid w:val="00AA3D1A"/>
    <w:rsid w:val="00AA40DF"/>
    <w:rsid w:val="00AA4F45"/>
    <w:rsid w:val="00AA5681"/>
    <w:rsid w:val="00AA6FB7"/>
    <w:rsid w:val="00AB3D82"/>
    <w:rsid w:val="00AB4004"/>
    <w:rsid w:val="00AB4205"/>
    <w:rsid w:val="00AB5122"/>
    <w:rsid w:val="00AB544C"/>
    <w:rsid w:val="00AB6665"/>
    <w:rsid w:val="00AB76B6"/>
    <w:rsid w:val="00AC04A3"/>
    <w:rsid w:val="00AC16C0"/>
    <w:rsid w:val="00AC203B"/>
    <w:rsid w:val="00AC2C5A"/>
    <w:rsid w:val="00AC2C7B"/>
    <w:rsid w:val="00AC2DBF"/>
    <w:rsid w:val="00AC3771"/>
    <w:rsid w:val="00AC50DF"/>
    <w:rsid w:val="00AC5DBE"/>
    <w:rsid w:val="00AC6719"/>
    <w:rsid w:val="00AC6C83"/>
    <w:rsid w:val="00AC74C9"/>
    <w:rsid w:val="00AC7B2B"/>
    <w:rsid w:val="00AD154A"/>
    <w:rsid w:val="00AD15DB"/>
    <w:rsid w:val="00AD1721"/>
    <w:rsid w:val="00AD2067"/>
    <w:rsid w:val="00AD25B3"/>
    <w:rsid w:val="00AD379C"/>
    <w:rsid w:val="00AD3875"/>
    <w:rsid w:val="00AD42E9"/>
    <w:rsid w:val="00AD430C"/>
    <w:rsid w:val="00AD4C65"/>
    <w:rsid w:val="00AD60AA"/>
    <w:rsid w:val="00AD68E3"/>
    <w:rsid w:val="00AD776A"/>
    <w:rsid w:val="00AD7993"/>
    <w:rsid w:val="00AE0152"/>
    <w:rsid w:val="00AE0DB7"/>
    <w:rsid w:val="00AE1CED"/>
    <w:rsid w:val="00AE21A0"/>
    <w:rsid w:val="00AE3592"/>
    <w:rsid w:val="00AE4FC0"/>
    <w:rsid w:val="00AE5087"/>
    <w:rsid w:val="00AE55BA"/>
    <w:rsid w:val="00AE55DD"/>
    <w:rsid w:val="00AE6529"/>
    <w:rsid w:val="00AE69F9"/>
    <w:rsid w:val="00AF09D8"/>
    <w:rsid w:val="00AF0EF4"/>
    <w:rsid w:val="00AF1670"/>
    <w:rsid w:val="00AF2413"/>
    <w:rsid w:val="00AF2416"/>
    <w:rsid w:val="00AF25EC"/>
    <w:rsid w:val="00AF2773"/>
    <w:rsid w:val="00AF2C9E"/>
    <w:rsid w:val="00AF5359"/>
    <w:rsid w:val="00AF5D3D"/>
    <w:rsid w:val="00AF5DFD"/>
    <w:rsid w:val="00AF6530"/>
    <w:rsid w:val="00AF6909"/>
    <w:rsid w:val="00AF71D9"/>
    <w:rsid w:val="00B00E41"/>
    <w:rsid w:val="00B00F8D"/>
    <w:rsid w:val="00B01473"/>
    <w:rsid w:val="00B01585"/>
    <w:rsid w:val="00B02034"/>
    <w:rsid w:val="00B02C2C"/>
    <w:rsid w:val="00B030C7"/>
    <w:rsid w:val="00B032F0"/>
    <w:rsid w:val="00B0358A"/>
    <w:rsid w:val="00B03E92"/>
    <w:rsid w:val="00B04D71"/>
    <w:rsid w:val="00B05056"/>
    <w:rsid w:val="00B050D5"/>
    <w:rsid w:val="00B052F4"/>
    <w:rsid w:val="00B07F30"/>
    <w:rsid w:val="00B114D4"/>
    <w:rsid w:val="00B11C20"/>
    <w:rsid w:val="00B123B8"/>
    <w:rsid w:val="00B1244D"/>
    <w:rsid w:val="00B14213"/>
    <w:rsid w:val="00B14764"/>
    <w:rsid w:val="00B15377"/>
    <w:rsid w:val="00B164EC"/>
    <w:rsid w:val="00B168EF"/>
    <w:rsid w:val="00B1707D"/>
    <w:rsid w:val="00B21795"/>
    <w:rsid w:val="00B22607"/>
    <w:rsid w:val="00B23662"/>
    <w:rsid w:val="00B249C5"/>
    <w:rsid w:val="00B24CA8"/>
    <w:rsid w:val="00B24F4E"/>
    <w:rsid w:val="00B250B2"/>
    <w:rsid w:val="00B3089D"/>
    <w:rsid w:val="00B31E3A"/>
    <w:rsid w:val="00B32A71"/>
    <w:rsid w:val="00B32F26"/>
    <w:rsid w:val="00B33A9E"/>
    <w:rsid w:val="00B33E3D"/>
    <w:rsid w:val="00B34609"/>
    <w:rsid w:val="00B34A88"/>
    <w:rsid w:val="00B34EE5"/>
    <w:rsid w:val="00B3508F"/>
    <w:rsid w:val="00B36089"/>
    <w:rsid w:val="00B3695D"/>
    <w:rsid w:val="00B37C4C"/>
    <w:rsid w:val="00B41823"/>
    <w:rsid w:val="00B41E36"/>
    <w:rsid w:val="00B420A8"/>
    <w:rsid w:val="00B421D4"/>
    <w:rsid w:val="00B436F9"/>
    <w:rsid w:val="00B4440A"/>
    <w:rsid w:val="00B44785"/>
    <w:rsid w:val="00B44955"/>
    <w:rsid w:val="00B44E92"/>
    <w:rsid w:val="00B45271"/>
    <w:rsid w:val="00B463D4"/>
    <w:rsid w:val="00B47C16"/>
    <w:rsid w:val="00B50903"/>
    <w:rsid w:val="00B50B1A"/>
    <w:rsid w:val="00B50C73"/>
    <w:rsid w:val="00B51552"/>
    <w:rsid w:val="00B51E5A"/>
    <w:rsid w:val="00B51EB9"/>
    <w:rsid w:val="00B52DF1"/>
    <w:rsid w:val="00B52F67"/>
    <w:rsid w:val="00B534BF"/>
    <w:rsid w:val="00B53FA5"/>
    <w:rsid w:val="00B543ED"/>
    <w:rsid w:val="00B5448F"/>
    <w:rsid w:val="00B565FA"/>
    <w:rsid w:val="00B577AC"/>
    <w:rsid w:val="00B604B1"/>
    <w:rsid w:val="00B60516"/>
    <w:rsid w:val="00B618A8"/>
    <w:rsid w:val="00B63322"/>
    <w:rsid w:val="00B63F8F"/>
    <w:rsid w:val="00B6466F"/>
    <w:rsid w:val="00B655A4"/>
    <w:rsid w:val="00B658DE"/>
    <w:rsid w:val="00B65F80"/>
    <w:rsid w:val="00B66FEB"/>
    <w:rsid w:val="00B6701A"/>
    <w:rsid w:val="00B67AA2"/>
    <w:rsid w:val="00B67F22"/>
    <w:rsid w:val="00B70B02"/>
    <w:rsid w:val="00B70FA9"/>
    <w:rsid w:val="00B71021"/>
    <w:rsid w:val="00B71915"/>
    <w:rsid w:val="00B7242A"/>
    <w:rsid w:val="00B73E15"/>
    <w:rsid w:val="00B73F7C"/>
    <w:rsid w:val="00B7422E"/>
    <w:rsid w:val="00B75B0E"/>
    <w:rsid w:val="00B75DC8"/>
    <w:rsid w:val="00B767C6"/>
    <w:rsid w:val="00B768CA"/>
    <w:rsid w:val="00B76DA5"/>
    <w:rsid w:val="00B77D34"/>
    <w:rsid w:val="00B80096"/>
    <w:rsid w:val="00B80613"/>
    <w:rsid w:val="00B80C63"/>
    <w:rsid w:val="00B818CE"/>
    <w:rsid w:val="00B819F6"/>
    <w:rsid w:val="00B823B1"/>
    <w:rsid w:val="00B8356A"/>
    <w:rsid w:val="00B83916"/>
    <w:rsid w:val="00B83D9C"/>
    <w:rsid w:val="00B84403"/>
    <w:rsid w:val="00B84F60"/>
    <w:rsid w:val="00B86283"/>
    <w:rsid w:val="00B86C32"/>
    <w:rsid w:val="00B86CA2"/>
    <w:rsid w:val="00B87C6C"/>
    <w:rsid w:val="00B90BE4"/>
    <w:rsid w:val="00B915AC"/>
    <w:rsid w:val="00B92C5C"/>
    <w:rsid w:val="00B931BB"/>
    <w:rsid w:val="00B93266"/>
    <w:rsid w:val="00B9390B"/>
    <w:rsid w:val="00B93F2D"/>
    <w:rsid w:val="00B94982"/>
    <w:rsid w:val="00B94CF5"/>
    <w:rsid w:val="00B95221"/>
    <w:rsid w:val="00B9563E"/>
    <w:rsid w:val="00B961D1"/>
    <w:rsid w:val="00B963F6"/>
    <w:rsid w:val="00BA0512"/>
    <w:rsid w:val="00BA13D0"/>
    <w:rsid w:val="00BA1F77"/>
    <w:rsid w:val="00BA31E0"/>
    <w:rsid w:val="00BA5BE2"/>
    <w:rsid w:val="00BA5D3F"/>
    <w:rsid w:val="00BA62E8"/>
    <w:rsid w:val="00BA6723"/>
    <w:rsid w:val="00BA7C7B"/>
    <w:rsid w:val="00BB1CE4"/>
    <w:rsid w:val="00BB2181"/>
    <w:rsid w:val="00BB293D"/>
    <w:rsid w:val="00BB332C"/>
    <w:rsid w:val="00BB3C65"/>
    <w:rsid w:val="00BB4BC5"/>
    <w:rsid w:val="00BB4EAC"/>
    <w:rsid w:val="00BB51FE"/>
    <w:rsid w:val="00BB55ED"/>
    <w:rsid w:val="00BB65E4"/>
    <w:rsid w:val="00BB6797"/>
    <w:rsid w:val="00BB679B"/>
    <w:rsid w:val="00BB71E6"/>
    <w:rsid w:val="00BB7832"/>
    <w:rsid w:val="00BB7E90"/>
    <w:rsid w:val="00BC0F24"/>
    <w:rsid w:val="00BC11E7"/>
    <w:rsid w:val="00BC1FC7"/>
    <w:rsid w:val="00BC346F"/>
    <w:rsid w:val="00BC373A"/>
    <w:rsid w:val="00BC38C8"/>
    <w:rsid w:val="00BC4A9F"/>
    <w:rsid w:val="00BC4C29"/>
    <w:rsid w:val="00BC534E"/>
    <w:rsid w:val="00BC5FAE"/>
    <w:rsid w:val="00BC7C00"/>
    <w:rsid w:val="00BD0566"/>
    <w:rsid w:val="00BD0B24"/>
    <w:rsid w:val="00BD161A"/>
    <w:rsid w:val="00BD2940"/>
    <w:rsid w:val="00BD2BC3"/>
    <w:rsid w:val="00BD3D93"/>
    <w:rsid w:val="00BD4A5F"/>
    <w:rsid w:val="00BD4AE0"/>
    <w:rsid w:val="00BD6B01"/>
    <w:rsid w:val="00BD6BD9"/>
    <w:rsid w:val="00BD6C02"/>
    <w:rsid w:val="00BD7723"/>
    <w:rsid w:val="00BD7957"/>
    <w:rsid w:val="00BE1552"/>
    <w:rsid w:val="00BE178C"/>
    <w:rsid w:val="00BE19BB"/>
    <w:rsid w:val="00BE19EA"/>
    <w:rsid w:val="00BE24F9"/>
    <w:rsid w:val="00BE262B"/>
    <w:rsid w:val="00BE30F3"/>
    <w:rsid w:val="00BE327A"/>
    <w:rsid w:val="00BE475B"/>
    <w:rsid w:val="00BE6A7D"/>
    <w:rsid w:val="00BE6AEC"/>
    <w:rsid w:val="00BF0567"/>
    <w:rsid w:val="00BF0C07"/>
    <w:rsid w:val="00BF10C9"/>
    <w:rsid w:val="00BF1B95"/>
    <w:rsid w:val="00BF2032"/>
    <w:rsid w:val="00BF40FA"/>
    <w:rsid w:val="00BF7AC1"/>
    <w:rsid w:val="00C0166C"/>
    <w:rsid w:val="00C01988"/>
    <w:rsid w:val="00C01F7F"/>
    <w:rsid w:val="00C0270E"/>
    <w:rsid w:val="00C029B9"/>
    <w:rsid w:val="00C02CB7"/>
    <w:rsid w:val="00C036DF"/>
    <w:rsid w:val="00C04883"/>
    <w:rsid w:val="00C04E78"/>
    <w:rsid w:val="00C05295"/>
    <w:rsid w:val="00C06330"/>
    <w:rsid w:val="00C063DE"/>
    <w:rsid w:val="00C06737"/>
    <w:rsid w:val="00C07E6D"/>
    <w:rsid w:val="00C10905"/>
    <w:rsid w:val="00C11432"/>
    <w:rsid w:val="00C11A30"/>
    <w:rsid w:val="00C12F6A"/>
    <w:rsid w:val="00C132A4"/>
    <w:rsid w:val="00C13879"/>
    <w:rsid w:val="00C14042"/>
    <w:rsid w:val="00C1406D"/>
    <w:rsid w:val="00C15A1A"/>
    <w:rsid w:val="00C15BE5"/>
    <w:rsid w:val="00C160BC"/>
    <w:rsid w:val="00C160C4"/>
    <w:rsid w:val="00C1650E"/>
    <w:rsid w:val="00C1716F"/>
    <w:rsid w:val="00C20240"/>
    <w:rsid w:val="00C20348"/>
    <w:rsid w:val="00C209D3"/>
    <w:rsid w:val="00C20DFE"/>
    <w:rsid w:val="00C211E4"/>
    <w:rsid w:val="00C21296"/>
    <w:rsid w:val="00C242D4"/>
    <w:rsid w:val="00C25827"/>
    <w:rsid w:val="00C265D4"/>
    <w:rsid w:val="00C26C46"/>
    <w:rsid w:val="00C26CC1"/>
    <w:rsid w:val="00C30C9E"/>
    <w:rsid w:val="00C30F50"/>
    <w:rsid w:val="00C3159B"/>
    <w:rsid w:val="00C31F4A"/>
    <w:rsid w:val="00C32F34"/>
    <w:rsid w:val="00C3312C"/>
    <w:rsid w:val="00C33748"/>
    <w:rsid w:val="00C346BC"/>
    <w:rsid w:val="00C346D7"/>
    <w:rsid w:val="00C35B00"/>
    <w:rsid w:val="00C35E4A"/>
    <w:rsid w:val="00C36523"/>
    <w:rsid w:val="00C368D5"/>
    <w:rsid w:val="00C369D8"/>
    <w:rsid w:val="00C37203"/>
    <w:rsid w:val="00C402DA"/>
    <w:rsid w:val="00C408B5"/>
    <w:rsid w:val="00C40CE0"/>
    <w:rsid w:val="00C40D2E"/>
    <w:rsid w:val="00C41360"/>
    <w:rsid w:val="00C41843"/>
    <w:rsid w:val="00C4244F"/>
    <w:rsid w:val="00C432B9"/>
    <w:rsid w:val="00C4342A"/>
    <w:rsid w:val="00C43A5D"/>
    <w:rsid w:val="00C44517"/>
    <w:rsid w:val="00C44946"/>
    <w:rsid w:val="00C45634"/>
    <w:rsid w:val="00C45BE7"/>
    <w:rsid w:val="00C4606C"/>
    <w:rsid w:val="00C46586"/>
    <w:rsid w:val="00C46782"/>
    <w:rsid w:val="00C5120F"/>
    <w:rsid w:val="00C514E7"/>
    <w:rsid w:val="00C51C80"/>
    <w:rsid w:val="00C52521"/>
    <w:rsid w:val="00C53024"/>
    <w:rsid w:val="00C536E1"/>
    <w:rsid w:val="00C5377E"/>
    <w:rsid w:val="00C541FC"/>
    <w:rsid w:val="00C54417"/>
    <w:rsid w:val="00C547FE"/>
    <w:rsid w:val="00C54BCF"/>
    <w:rsid w:val="00C55744"/>
    <w:rsid w:val="00C55946"/>
    <w:rsid w:val="00C563BC"/>
    <w:rsid w:val="00C56CF9"/>
    <w:rsid w:val="00C57C42"/>
    <w:rsid w:val="00C60AAD"/>
    <w:rsid w:val="00C60E41"/>
    <w:rsid w:val="00C61127"/>
    <w:rsid w:val="00C62407"/>
    <w:rsid w:val="00C6342D"/>
    <w:rsid w:val="00C637DE"/>
    <w:rsid w:val="00C64210"/>
    <w:rsid w:val="00C64B97"/>
    <w:rsid w:val="00C66612"/>
    <w:rsid w:val="00C66701"/>
    <w:rsid w:val="00C66DC4"/>
    <w:rsid w:val="00C6789B"/>
    <w:rsid w:val="00C67BFC"/>
    <w:rsid w:val="00C70014"/>
    <w:rsid w:val="00C700F7"/>
    <w:rsid w:val="00C702A5"/>
    <w:rsid w:val="00C707DD"/>
    <w:rsid w:val="00C7144E"/>
    <w:rsid w:val="00C7232E"/>
    <w:rsid w:val="00C7415B"/>
    <w:rsid w:val="00C7521A"/>
    <w:rsid w:val="00C7525F"/>
    <w:rsid w:val="00C76666"/>
    <w:rsid w:val="00C76C50"/>
    <w:rsid w:val="00C77B01"/>
    <w:rsid w:val="00C8011D"/>
    <w:rsid w:val="00C80125"/>
    <w:rsid w:val="00C809EC"/>
    <w:rsid w:val="00C81EF1"/>
    <w:rsid w:val="00C825B8"/>
    <w:rsid w:val="00C82B71"/>
    <w:rsid w:val="00C82D01"/>
    <w:rsid w:val="00C83627"/>
    <w:rsid w:val="00C83AD4"/>
    <w:rsid w:val="00C83B9D"/>
    <w:rsid w:val="00C83BEA"/>
    <w:rsid w:val="00C84353"/>
    <w:rsid w:val="00C849AD"/>
    <w:rsid w:val="00C84B42"/>
    <w:rsid w:val="00C84E86"/>
    <w:rsid w:val="00C86684"/>
    <w:rsid w:val="00C8711B"/>
    <w:rsid w:val="00C87C68"/>
    <w:rsid w:val="00C90580"/>
    <w:rsid w:val="00C90866"/>
    <w:rsid w:val="00C90D26"/>
    <w:rsid w:val="00C91056"/>
    <w:rsid w:val="00C919A2"/>
    <w:rsid w:val="00C920E9"/>
    <w:rsid w:val="00C92333"/>
    <w:rsid w:val="00C925CA"/>
    <w:rsid w:val="00C9440B"/>
    <w:rsid w:val="00C94639"/>
    <w:rsid w:val="00C948F3"/>
    <w:rsid w:val="00C95CDA"/>
    <w:rsid w:val="00C96AFB"/>
    <w:rsid w:val="00C96F55"/>
    <w:rsid w:val="00C9718F"/>
    <w:rsid w:val="00C9729D"/>
    <w:rsid w:val="00C97993"/>
    <w:rsid w:val="00CA0349"/>
    <w:rsid w:val="00CA3300"/>
    <w:rsid w:val="00CA3697"/>
    <w:rsid w:val="00CA446E"/>
    <w:rsid w:val="00CA4D82"/>
    <w:rsid w:val="00CA4FA8"/>
    <w:rsid w:val="00CA5433"/>
    <w:rsid w:val="00CA5672"/>
    <w:rsid w:val="00CA59A1"/>
    <w:rsid w:val="00CA5AA9"/>
    <w:rsid w:val="00CA6214"/>
    <w:rsid w:val="00CA6263"/>
    <w:rsid w:val="00CA64E4"/>
    <w:rsid w:val="00CA6B95"/>
    <w:rsid w:val="00CB0247"/>
    <w:rsid w:val="00CB0922"/>
    <w:rsid w:val="00CB1BD5"/>
    <w:rsid w:val="00CB2A89"/>
    <w:rsid w:val="00CB3415"/>
    <w:rsid w:val="00CB3A01"/>
    <w:rsid w:val="00CB500D"/>
    <w:rsid w:val="00CB542C"/>
    <w:rsid w:val="00CB5840"/>
    <w:rsid w:val="00CB587B"/>
    <w:rsid w:val="00CB6347"/>
    <w:rsid w:val="00CB6F5B"/>
    <w:rsid w:val="00CC003E"/>
    <w:rsid w:val="00CC0381"/>
    <w:rsid w:val="00CC15AC"/>
    <w:rsid w:val="00CC1E14"/>
    <w:rsid w:val="00CC21CF"/>
    <w:rsid w:val="00CC2CE6"/>
    <w:rsid w:val="00CC3469"/>
    <w:rsid w:val="00CC34B6"/>
    <w:rsid w:val="00CC3F8B"/>
    <w:rsid w:val="00CC512C"/>
    <w:rsid w:val="00CC59A3"/>
    <w:rsid w:val="00CC5AEA"/>
    <w:rsid w:val="00CD0834"/>
    <w:rsid w:val="00CD1E9D"/>
    <w:rsid w:val="00CD30E3"/>
    <w:rsid w:val="00CD3EF5"/>
    <w:rsid w:val="00CD47A8"/>
    <w:rsid w:val="00CD5307"/>
    <w:rsid w:val="00CD5403"/>
    <w:rsid w:val="00CD61B4"/>
    <w:rsid w:val="00CD64C2"/>
    <w:rsid w:val="00CD66B9"/>
    <w:rsid w:val="00CE094C"/>
    <w:rsid w:val="00CE29AA"/>
    <w:rsid w:val="00CE4880"/>
    <w:rsid w:val="00CE495D"/>
    <w:rsid w:val="00CE497D"/>
    <w:rsid w:val="00CE5467"/>
    <w:rsid w:val="00CE6506"/>
    <w:rsid w:val="00CF0564"/>
    <w:rsid w:val="00CF083C"/>
    <w:rsid w:val="00CF0BBE"/>
    <w:rsid w:val="00CF0E69"/>
    <w:rsid w:val="00CF1189"/>
    <w:rsid w:val="00CF17DE"/>
    <w:rsid w:val="00CF1CC9"/>
    <w:rsid w:val="00CF2940"/>
    <w:rsid w:val="00CF2A76"/>
    <w:rsid w:val="00CF529E"/>
    <w:rsid w:val="00CF55CD"/>
    <w:rsid w:val="00CF5D3B"/>
    <w:rsid w:val="00CF5F48"/>
    <w:rsid w:val="00CF6F38"/>
    <w:rsid w:val="00CF7802"/>
    <w:rsid w:val="00CF7C07"/>
    <w:rsid w:val="00CF7C85"/>
    <w:rsid w:val="00CF7FE9"/>
    <w:rsid w:val="00D036E7"/>
    <w:rsid w:val="00D039CC"/>
    <w:rsid w:val="00D04540"/>
    <w:rsid w:val="00D04A5E"/>
    <w:rsid w:val="00D05D0D"/>
    <w:rsid w:val="00D1029B"/>
    <w:rsid w:val="00D111B8"/>
    <w:rsid w:val="00D11F27"/>
    <w:rsid w:val="00D121B9"/>
    <w:rsid w:val="00D12872"/>
    <w:rsid w:val="00D12A80"/>
    <w:rsid w:val="00D140E1"/>
    <w:rsid w:val="00D16439"/>
    <w:rsid w:val="00D168BC"/>
    <w:rsid w:val="00D16BD2"/>
    <w:rsid w:val="00D172CD"/>
    <w:rsid w:val="00D17C93"/>
    <w:rsid w:val="00D17FA6"/>
    <w:rsid w:val="00D20B0E"/>
    <w:rsid w:val="00D20D25"/>
    <w:rsid w:val="00D21100"/>
    <w:rsid w:val="00D21523"/>
    <w:rsid w:val="00D21A41"/>
    <w:rsid w:val="00D2258B"/>
    <w:rsid w:val="00D23CA4"/>
    <w:rsid w:val="00D23DF5"/>
    <w:rsid w:val="00D23F98"/>
    <w:rsid w:val="00D23F9D"/>
    <w:rsid w:val="00D24169"/>
    <w:rsid w:val="00D268BF"/>
    <w:rsid w:val="00D27225"/>
    <w:rsid w:val="00D27B53"/>
    <w:rsid w:val="00D31DBF"/>
    <w:rsid w:val="00D33829"/>
    <w:rsid w:val="00D3416C"/>
    <w:rsid w:val="00D34220"/>
    <w:rsid w:val="00D34DA1"/>
    <w:rsid w:val="00D358EA"/>
    <w:rsid w:val="00D361F4"/>
    <w:rsid w:val="00D36371"/>
    <w:rsid w:val="00D36711"/>
    <w:rsid w:val="00D36C8D"/>
    <w:rsid w:val="00D40E30"/>
    <w:rsid w:val="00D40EC6"/>
    <w:rsid w:val="00D410EE"/>
    <w:rsid w:val="00D41CFC"/>
    <w:rsid w:val="00D42024"/>
    <w:rsid w:val="00D42EE1"/>
    <w:rsid w:val="00D4342B"/>
    <w:rsid w:val="00D43B46"/>
    <w:rsid w:val="00D44996"/>
    <w:rsid w:val="00D45D58"/>
    <w:rsid w:val="00D46199"/>
    <w:rsid w:val="00D46D6E"/>
    <w:rsid w:val="00D47A65"/>
    <w:rsid w:val="00D50673"/>
    <w:rsid w:val="00D51211"/>
    <w:rsid w:val="00D513CD"/>
    <w:rsid w:val="00D51817"/>
    <w:rsid w:val="00D51AFB"/>
    <w:rsid w:val="00D53A0F"/>
    <w:rsid w:val="00D55571"/>
    <w:rsid w:val="00D56170"/>
    <w:rsid w:val="00D56891"/>
    <w:rsid w:val="00D56E9A"/>
    <w:rsid w:val="00D57018"/>
    <w:rsid w:val="00D57B1D"/>
    <w:rsid w:val="00D600FD"/>
    <w:rsid w:val="00D6010C"/>
    <w:rsid w:val="00D602DF"/>
    <w:rsid w:val="00D607BD"/>
    <w:rsid w:val="00D60AB0"/>
    <w:rsid w:val="00D60D48"/>
    <w:rsid w:val="00D61679"/>
    <w:rsid w:val="00D62725"/>
    <w:rsid w:val="00D64406"/>
    <w:rsid w:val="00D648A2"/>
    <w:rsid w:val="00D650AF"/>
    <w:rsid w:val="00D65169"/>
    <w:rsid w:val="00D65C24"/>
    <w:rsid w:val="00D67A99"/>
    <w:rsid w:val="00D67C9E"/>
    <w:rsid w:val="00D702D8"/>
    <w:rsid w:val="00D7076F"/>
    <w:rsid w:val="00D70DEB"/>
    <w:rsid w:val="00D71BC6"/>
    <w:rsid w:val="00D72057"/>
    <w:rsid w:val="00D72467"/>
    <w:rsid w:val="00D724B3"/>
    <w:rsid w:val="00D7267B"/>
    <w:rsid w:val="00D728A7"/>
    <w:rsid w:val="00D73460"/>
    <w:rsid w:val="00D73F25"/>
    <w:rsid w:val="00D7508B"/>
    <w:rsid w:val="00D75214"/>
    <w:rsid w:val="00D753AE"/>
    <w:rsid w:val="00D764FA"/>
    <w:rsid w:val="00D76FD7"/>
    <w:rsid w:val="00D76FF3"/>
    <w:rsid w:val="00D8004C"/>
    <w:rsid w:val="00D805CB"/>
    <w:rsid w:val="00D8068C"/>
    <w:rsid w:val="00D80EED"/>
    <w:rsid w:val="00D80F9D"/>
    <w:rsid w:val="00D8114B"/>
    <w:rsid w:val="00D816E6"/>
    <w:rsid w:val="00D81B31"/>
    <w:rsid w:val="00D81BB3"/>
    <w:rsid w:val="00D81BCA"/>
    <w:rsid w:val="00D81C80"/>
    <w:rsid w:val="00D81DB5"/>
    <w:rsid w:val="00D81E4E"/>
    <w:rsid w:val="00D83364"/>
    <w:rsid w:val="00D835F9"/>
    <w:rsid w:val="00D83DA6"/>
    <w:rsid w:val="00D83F38"/>
    <w:rsid w:val="00D84C64"/>
    <w:rsid w:val="00D85122"/>
    <w:rsid w:val="00D8572F"/>
    <w:rsid w:val="00D85D92"/>
    <w:rsid w:val="00D860F1"/>
    <w:rsid w:val="00D86CFE"/>
    <w:rsid w:val="00D876D2"/>
    <w:rsid w:val="00D9011C"/>
    <w:rsid w:val="00D908BD"/>
    <w:rsid w:val="00D91922"/>
    <w:rsid w:val="00D92081"/>
    <w:rsid w:val="00D92A6F"/>
    <w:rsid w:val="00D9330C"/>
    <w:rsid w:val="00D9374E"/>
    <w:rsid w:val="00D93C09"/>
    <w:rsid w:val="00D93D6E"/>
    <w:rsid w:val="00D93DF2"/>
    <w:rsid w:val="00D94FD7"/>
    <w:rsid w:val="00D97282"/>
    <w:rsid w:val="00D97907"/>
    <w:rsid w:val="00DA0419"/>
    <w:rsid w:val="00DA05F4"/>
    <w:rsid w:val="00DA26EA"/>
    <w:rsid w:val="00DA2934"/>
    <w:rsid w:val="00DA2A2A"/>
    <w:rsid w:val="00DA2EBA"/>
    <w:rsid w:val="00DA32A4"/>
    <w:rsid w:val="00DA3B18"/>
    <w:rsid w:val="00DA3E2D"/>
    <w:rsid w:val="00DA48A4"/>
    <w:rsid w:val="00DA5176"/>
    <w:rsid w:val="00DA5595"/>
    <w:rsid w:val="00DA76B7"/>
    <w:rsid w:val="00DA76E1"/>
    <w:rsid w:val="00DB02EF"/>
    <w:rsid w:val="00DB0758"/>
    <w:rsid w:val="00DB1484"/>
    <w:rsid w:val="00DB2591"/>
    <w:rsid w:val="00DB25B5"/>
    <w:rsid w:val="00DB2821"/>
    <w:rsid w:val="00DB306D"/>
    <w:rsid w:val="00DB57C1"/>
    <w:rsid w:val="00DB5CDE"/>
    <w:rsid w:val="00DB77B2"/>
    <w:rsid w:val="00DB797C"/>
    <w:rsid w:val="00DC0D9A"/>
    <w:rsid w:val="00DC0F9C"/>
    <w:rsid w:val="00DC1690"/>
    <w:rsid w:val="00DC20DD"/>
    <w:rsid w:val="00DC2491"/>
    <w:rsid w:val="00DC25A3"/>
    <w:rsid w:val="00DC2EAD"/>
    <w:rsid w:val="00DC3885"/>
    <w:rsid w:val="00DC3FE3"/>
    <w:rsid w:val="00DC4931"/>
    <w:rsid w:val="00DC4DC7"/>
    <w:rsid w:val="00DC5325"/>
    <w:rsid w:val="00DC5AAE"/>
    <w:rsid w:val="00DC5F5B"/>
    <w:rsid w:val="00DC6663"/>
    <w:rsid w:val="00DC7209"/>
    <w:rsid w:val="00DC7594"/>
    <w:rsid w:val="00DC7890"/>
    <w:rsid w:val="00DD360C"/>
    <w:rsid w:val="00DD451E"/>
    <w:rsid w:val="00DD4C3C"/>
    <w:rsid w:val="00DD5769"/>
    <w:rsid w:val="00DD6A05"/>
    <w:rsid w:val="00DE0C47"/>
    <w:rsid w:val="00DE16B8"/>
    <w:rsid w:val="00DE1A47"/>
    <w:rsid w:val="00DE1D8B"/>
    <w:rsid w:val="00DE2036"/>
    <w:rsid w:val="00DE3A2B"/>
    <w:rsid w:val="00DE4E4D"/>
    <w:rsid w:val="00DE568E"/>
    <w:rsid w:val="00DE6816"/>
    <w:rsid w:val="00DE6E65"/>
    <w:rsid w:val="00DE6FA3"/>
    <w:rsid w:val="00DE7CA3"/>
    <w:rsid w:val="00DF054D"/>
    <w:rsid w:val="00DF1509"/>
    <w:rsid w:val="00DF172D"/>
    <w:rsid w:val="00DF1AB3"/>
    <w:rsid w:val="00DF356C"/>
    <w:rsid w:val="00DF5B85"/>
    <w:rsid w:val="00DF7603"/>
    <w:rsid w:val="00DF7AFA"/>
    <w:rsid w:val="00DF7B75"/>
    <w:rsid w:val="00DF7CBB"/>
    <w:rsid w:val="00DF7FE3"/>
    <w:rsid w:val="00E001F2"/>
    <w:rsid w:val="00E00DCF"/>
    <w:rsid w:val="00E0150F"/>
    <w:rsid w:val="00E028EE"/>
    <w:rsid w:val="00E03AB8"/>
    <w:rsid w:val="00E0459E"/>
    <w:rsid w:val="00E04610"/>
    <w:rsid w:val="00E04C26"/>
    <w:rsid w:val="00E0638F"/>
    <w:rsid w:val="00E06863"/>
    <w:rsid w:val="00E068BF"/>
    <w:rsid w:val="00E100EC"/>
    <w:rsid w:val="00E107AC"/>
    <w:rsid w:val="00E10943"/>
    <w:rsid w:val="00E119D9"/>
    <w:rsid w:val="00E11A52"/>
    <w:rsid w:val="00E12C81"/>
    <w:rsid w:val="00E13FE2"/>
    <w:rsid w:val="00E146AC"/>
    <w:rsid w:val="00E14792"/>
    <w:rsid w:val="00E15414"/>
    <w:rsid w:val="00E16130"/>
    <w:rsid w:val="00E17F0D"/>
    <w:rsid w:val="00E216CF"/>
    <w:rsid w:val="00E217DD"/>
    <w:rsid w:val="00E21C25"/>
    <w:rsid w:val="00E22C6E"/>
    <w:rsid w:val="00E238EC"/>
    <w:rsid w:val="00E23D6F"/>
    <w:rsid w:val="00E24111"/>
    <w:rsid w:val="00E24D85"/>
    <w:rsid w:val="00E25DE2"/>
    <w:rsid w:val="00E262D9"/>
    <w:rsid w:val="00E265B6"/>
    <w:rsid w:val="00E2734B"/>
    <w:rsid w:val="00E27B78"/>
    <w:rsid w:val="00E27FB2"/>
    <w:rsid w:val="00E308C6"/>
    <w:rsid w:val="00E316A8"/>
    <w:rsid w:val="00E316F0"/>
    <w:rsid w:val="00E336FB"/>
    <w:rsid w:val="00E33C89"/>
    <w:rsid w:val="00E34972"/>
    <w:rsid w:val="00E35AC5"/>
    <w:rsid w:val="00E360D7"/>
    <w:rsid w:val="00E36105"/>
    <w:rsid w:val="00E36CAD"/>
    <w:rsid w:val="00E36CB8"/>
    <w:rsid w:val="00E36F7C"/>
    <w:rsid w:val="00E37322"/>
    <w:rsid w:val="00E374F6"/>
    <w:rsid w:val="00E40BC1"/>
    <w:rsid w:val="00E41DB9"/>
    <w:rsid w:val="00E42B73"/>
    <w:rsid w:val="00E440B2"/>
    <w:rsid w:val="00E46E76"/>
    <w:rsid w:val="00E47968"/>
    <w:rsid w:val="00E47AC3"/>
    <w:rsid w:val="00E50977"/>
    <w:rsid w:val="00E5398C"/>
    <w:rsid w:val="00E53B5A"/>
    <w:rsid w:val="00E53FF8"/>
    <w:rsid w:val="00E54362"/>
    <w:rsid w:val="00E54BB0"/>
    <w:rsid w:val="00E5659F"/>
    <w:rsid w:val="00E56B89"/>
    <w:rsid w:val="00E56F1C"/>
    <w:rsid w:val="00E57AB7"/>
    <w:rsid w:val="00E57B72"/>
    <w:rsid w:val="00E60ACB"/>
    <w:rsid w:val="00E61191"/>
    <w:rsid w:val="00E61712"/>
    <w:rsid w:val="00E637B1"/>
    <w:rsid w:val="00E64BF6"/>
    <w:rsid w:val="00E65207"/>
    <w:rsid w:val="00E65941"/>
    <w:rsid w:val="00E664CF"/>
    <w:rsid w:val="00E66AC4"/>
    <w:rsid w:val="00E66BEB"/>
    <w:rsid w:val="00E67B8D"/>
    <w:rsid w:val="00E70952"/>
    <w:rsid w:val="00E7116D"/>
    <w:rsid w:val="00E73354"/>
    <w:rsid w:val="00E74310"/>
    <w:rsid w:val="00E744A4"/>
    <w:rsid w:val="00E745BF"/>
    <w:rsid w:val="00E747D8"/>
    <w:rsid w:val="00E752D6"/>
    <w:rsid w:val="00E75741"/>
    <w:rsid w:val="00E7636C"/>
    <w:rsid w:val="00E77A88"/>
    <w:rsid w:val="00E81844"/>
    <w:rsid w:val="00E8230E"/>
    <w:rsid w:val="00E82963"/>
    <w:rsid w:val="00E82AC3"/>
    <w:rsid w:val="00E82B5F"/>
    <w:rsid w:val="00E82C11"/>
    <w:rsid w:val="00E831F4"/>
    <w:rsid w:val="00E832A1"/>
    <w:rsid w:val="00E83435"/>
    <w:rsid w:val="00E8349B"/>
    <w:rsid w:val="00E84015"/>
    <w:rsid w:val="00E84E1E"/>
    <w:rsid w:val="00E84FAD"/>
    <w:rsid w:val="00E851E9"/>
    <w:rsid w:val="00E855D9"/>
    <w:rsid w:val="00E861B0"/>
    <w:rsid w:val="00E86F32"/>
    <w:rsid w:val="00E877D4"/>
    <w:rsid w:val="00E90362"/>
    <w:rsid w:val="00E90D65"/>
    <w:rsid w:val="00E92736"/>
    <w:rsid w:val="00E94C96"/>
    <w:rsid w:val="00E95A93"/>
    <w:rsid w:val="00E973D6"/>
    <w:rsid w:val="00E9786E"/>
    <w:rsid w:val="00EA0352"/>
    <w:rsid w:val="00EA14BF"/>
    <w:rsid w:val="00EA1653"/>
    <w:rsid w:val="00EA23DA"/>
    <w:rsid w:val="00EA4102"/>
    <w:rsid w:val="00EA4CA2"/>
    <w:rsid w:val="00EA62F1"/>
    <w:rsid w:val="00EA6662"/>
    <w:rsid w:val="00EA691E"/>
    <w:rsid w:val="00EA71A0"/>
    <w:rsid w:val="00EA7703"/>
    <w:rsid w:val="00EB05D0"/>
    <w:rsid w:val="00EB0B37"/>
    <w:rsid w:val="00EB13AE"/>
    <w:rsid w:val="00EB15A8"/>
    <w:rsid w:val="00EB375A"/>
    <w:rsid w:val="00EB43C5"/>
    <w:rsid w:val="00EB480B"/>
    <w:rsid w:val="00EB4E2E"/>
    <w:rsid w:val="00EB5003"/>
    <w:rsid w:val="00EB519C"/>
    <w:rsid w:val="00EB5823"/>
    <w:rsid w:val="00EB676D"/>
    <w:rsid w:val="00EB68C8"/>
    <w:rsid w:val="00EB6CB1"/>
    <w:rsid w:val="00EB7B23"/>
    <w:rsid w:val="00EB7BFA"/>
    <w:rsid w:val="00EC0323"/>
    <w:rsid w:val="00EC0466"/>
    <w:rsid w:val="00EC0926"/>
    <w:rsid w:val="00EC3597"/>
    <w:rsid w:val="00EC3DFB"/>
    <w:rsid w:val="00EC3EB0"/>
    <w:rsid w:val="00EC4045"/>
    <w:rsid w:val="00EC50B5"/>
    <w:rsid w:val="00EC55BC"/>
    <w:rsid w:val="00EC5EF4"/>
    <w:rsid w:val="00EC650F"/>
    <w:rsid w:val="00EC7454"/>
    <w:rsid w:val="00EC79A7"/>
    <w:rsid w:val="00ED03FE"/>
    <w:rsid w:val="00ED1B86"/>
    <w:rsid w:val="00ED2B9E"/>
    <w:rsid w:val="00ED34A0"/>
    <w:rsid w:val="00ED3E90"/>
    <w:rsid w:val="00ED3F24"/>
    <w:rsid w:val="00ED49A2"/>
    <w:rsid w:val="00ED56AC"/>
    <w:rsid w:val="00ED6BAF"/>
    <w:rsid w:val="00ED7957"/>
    <w:rsid w:val="00ED7B1D"/>
    <w:rsid w:val="00EE0286"/>
    <w:rsid w:val="00EE0947"/>
    <w:rsid w:val="00EE0EC6"/>
    <w:rsid w:val="00EE108E"/>
    <w:rsid w:val="00EE12CE"/>
    <w:rsid w:val="00EE2583"/>
    <w:rsid w:val="00EE2599"/>
    <w:rsid w:val="00EE2D70"/>
    <w:rsid w:val="00EE32CB"/>
    <w:rsid w:val="00EE3D36"/>
    <w:rsid w:val="00EE3FD7"/>
    <w:rsid w:val="00EE401D"/>
    <w:rsid w:val="00EE5105"/>
    <w:rsid w:val="00EE5630"/>
    <w:rsid w:val="00EE5B60"/>
    <w:rsid w:val="00EE5DC1"/>
    <w:rsid w:val="00EE5EFB"/>
    <w:rsid w:val="00EE6125"/>
    <w:rsid w:val="00EE6F01"/>
    <w:rsid w:val="00EE7141"/>
    <w:rsid w:val="00EE7206"/>
    <w:rsid w:val="00EE799D"/>
    <w:rsid w:val="00EE7CF1"/>
    <w:rsid w:val="00EF089F"/>
    <w:rsid w:val="00EF0FE0"/>
    <w:rsid w:val="00EF1EC0"/>
    <w:rsid w:val="00EF2883"/>
    <w:rsid w:val="00EF2D4C"/>
    <w:rsid w:val="00EF3371"/>
    <w:rsid w:val="00EF34C0"/>
    <w:rsid w:val="00EF375E"/>
    <w:rsid w:val="00EF38A7"/>
    <w:rsid w:val="00EF49EF"/>
    <w:rsid w:val="00EF4BC4"/>
    <w:rsid w:val="00EF4D4B"/>
    <w:rsid w:val="00EF4D8D"/>
    <w:rsid w:val="00EF4DD2"/>
    <w:rsid w:val="00EF4F96"/>
    <w:rsid w:val="00EF686B"/>
    <w:rsid w:val="00EF75C0"/>
    <w:rsid w:val="00EF7663"/>
    <w:rsid w:val="00EF7DD1"/>
    <w:rsid w:val="00F001D6"/>
    <w:rsid w:val="00F00897"/>
    <w:rsid w:val="00F01883"/>
    <w:rsid w:val="00F01AC7"/>
    <w:rsid w:val="00F02E6C"/>
    <w:rsid w:val="00F02E84"/>
    <w:rsid w:val="00F02FC1"/>
    <w:rsid w:val="00F0351A"/>
    <w:rsid w:val="00F03F13"/>
    <w:rsid w:val="00F0445E"/>
    <w:rsid w:val="00F054D6"/>
    <w:rsid w:val="00F0584B"/>
    <w:rsid w:val="00F05FEA"/>
    <w:rsid w:val="00F06F64"/>
    <w:rsid w:val="00F0770D"/>
    <w:rsid w:val="00F07CC9"/>
    <w:rsid w:val="00F07E9A"/>
    <w:rsid w:val="00F1047A"/>
    <w:rsid w:val="00F110C6"/>
    <w:rsid w:val="00F1167F"/>
    <w:rsid w:val="00F11738"/>
    <w:rsid w:val="00F12521"/>
    <w:rsid w:val="00F12774"/>
    <w:rsid w:val="00F12BE8"/>
    <w:rsid w:val="00F12F2C"/>
    <w:rsid w:val="00F133EB"/>
    <w:rsid w:val="00F13610"/>
    <w:rsid w:val="00F13B89"/>
    <w:rsid w:val="00F1463F"/>
    <w:rsid w:val="00F149BB"/>
    <w:rsid w:val="00F14CBD"/>
    <w:rsid w:val="00F15A68"/>
    <w:rsid w:val="00F15E80"/>
    <w:rsid w:val="00F161ED"/>
    <w:rsid w:val="00F168AB"/>
    <w:rsid w:val="00F16E8B"/>
    <w:rsid w:val="00F16F3A"/>
    <w:rsid w:val="00F173C6"/>
    <w:rsid w:val="00F17765"/>
    <w:rsid w:val="00F17883"/>
    <w:rsid w:val="00F17E0E"/>
    <w:rsid w:val="00F20AF3"/>
    <w:rsid w:val="00F227A0"/>
    <w:rsid w:val="00F227D9"/>
    <w:rsid w:val="00F23D4F"/>
    <w:rsid w:val="00F24361"/>
    <w:rsid w:val="00F254A2"/>
    <w:rsid w:val="00F2562B"/>
    <w:rsid w:val="00F259E5"/>
    <w:rsid w:val="00F262F7"/>
    <w:rsid w:val="00F26417"/>
    <w:rsid w:val="00F26908"/>
    <w:rsid w:val="00F26B54"/>
    <w:rsid w:val="00F26BD9"/>
    <w:rsid w:val="00F26FD8"/>
    <w:rsid w:val="00F27CA0"/>
    <w:rsid w:val="00F30633"/>
    <w:rsid w:val="00F306E7"/>
    <w:rsid w:val="00F30FD3"/>
    <w:rsid w:val="00F316A7"/>
    <w:rsid w:val="00F31708"/>
    <w:rsid w:val="00F31C3A"/>
    <w:rsid w:val="00F31F67"/>
    <w:rsid w:val="00F32565"/>
    <w:rsid w:val="00F32C6C"/>
    <w:rsid w:val="00F32F96"/>
    <w:rsid w:val="00F33212"/>
    <w:rsid w:val="00F335A1"/>
    <w:rsid w:val="00F33CAB"/>
    <w:rsid w:val="00F34172"/>
    <w:rsid w:val="00F34BBE"/>
    <w:rsid w:val="00F34F66"/>
    <w:rsid w:val="00F357C7"/>
    <w:rsid w:val="00F360B5"/>
    <w:rsid w:val="00F37262"/>
    <w:rsid w:val="00F372F8"/>
    <w:rsid w:val="00F407F7"/>
    <w:rsid w:val="00F4102C"/>
    <w:rsid w:val="00F412B1"/>
    <w:rsid w:val="00F41600"/>
    <w:rsid w:val="00F42923"/>
    <w:rsid w:val="00F430B5"/>
    <w:rsid w:val="00F43EFA"/>
    <w:rsid w:val="00F44130"/>
    <w:rsid w:val="00F459B7"/>
    <w:rsid w:val="00F4625C"/>
    <w:rsid w:val="00F467F3"/>
    <w:rsid w:val="00F46B7B"/>
    <w:rsid w:val="00F46CB4"/>
    <w:rsid w:val="00F46CB8"/>
    <w:rsid w:val="00F46DCE"/>
    <w:rsid w:val="00F47067"/>
    <w:rsid w:val="00F50FF6"/>
    <w:rsid w:val="00F51179"/>
    <w:rsid w:val="00F52633"/>
    <w:rsid w:val="00F52C86"/>
    <w:rsid w:val="00F52D34"/>
    <w:rsid w:val="00F530D2"/>
    <w:rsid w:val="00F531DE"/>
    <w:rsid w:val="00F53563"/>
    <w:rsid w:val="00F536DB"/>
    <w:rsid w:val="00F5438E"/>
    <w:rsid w:val="00F55330"/>
    <w:rsid w:val="00F5542E"/>
    <w:rsid w:val="00F55D5C"/>
    <w:rsid w:val="00F56022"/>
    <w:rsid w:val="00F56994"/>
    <w:rsid w:val="00F56A84"/>
    <w:rsid w:val="00F57979"/>
    <w:rsid w:val="00F6012B"/>
    <w:rsid w:val="00F61D0B"/>
    <w:rsid w:val="00F62421"/>
    <w:rsid w:val="00F63224"/>
    <w:rsid w:val="00F645A8"/>
    <w:rsid w:val="00F6470D"/>
    <w:rsid w:val="00F6509F"/>
    <w:rsid w:val="00F65775"/>
    <w:rsid w:val="00F65E8A"/>
    <w:rsid w:val="00F6688B"/>
    <w:rsid w:val="00F668C2"/>
    <w:rsid w:val="00F66ED7"/>
    <w:rsid w:val="00F6755B"/>
    <w:rsid w:val="00F67601"/>
    <w:rsid w:val="00F67692"/>
    <w:rsid w:val="00F67D22"/>
    <w:rsid w:val="00F700BE"/>
    <w:rsid w:val="00F705D4"/>
    <w:rsid w:val="00F71150"/>
    <w:rsid w:val="00F7140E"/>
    <w:rsid w:val="00F71C88"/>
    <w:rsid w:val="00F71F37"/>
    <w:rsid w:val="00F7514C"/>
    <w:rsid w:val="00F75186"/>
    <w:rsid w:val="00F752D7"/>
    <w:rsid w:val="00F75A47"/>
    <w:rsid w:val="00F76206"/>
    <w:rsid w:val="00F76631"/>
    <w:rsid w:val="00F7668C"/>
    <w:rsid w:val="00F7702D"/>
    <w:rsid w:val="00F80525"/>
    <w:rsid w:val="00F80DD9"/>
    <w:rsid w:val="00F80FBD"/>
    <w:rsid w:val="00F81FDA"/>
    <w:rsid w:val="00F832F6"/>
    <w:rsid w:val="00F83454"/>
    <w:rsid w:val="00F84EF4"/>
    <w:rsid w:val="00F8583C"/>
    <w:rsid w:val="00F8590C"/>
    <w:rsid w:val="00F864A9"/>
    <w:rsid w:val="00F8662E"/>
    <w:rsid w:val="00F86D3D"/>
    <w:rsid w:val="00F873E7"/>
    <w:rsid w:val="00F8774E"/>
    <w:rsid w:val="00F87F82"/>
    <w:rsid w:val="00F90CBB"/>
    <w:rsid w:val="00F90D2C"/>
    <w:rsid w:val="00F9250A"/>
    <w:rsid w:val="00F925DD"/>
    <w:rsid w:val="00F93112"/>
    <w:rsid w:val="00F934B5"/>
    <w:rsid w:val="00F9351D"/>
    <w:rsid w:val="00F9426A"/>
    <w:rsid w:val="00F95226"/>
    <w:rsid w:val="00F9568A"/>
    <w:rsid w:val="00F96835"/>
    <w:rsid w:val="00F96DCA"/>
    <w:rsid w:val="00FA187E"/>
    <w:rsid w:val="00FA25FB"/>
    <w:rsid w:val="00FA27C0"/>
    <w:rsid w:val="00FA3952"/>
    <w:rsid w:val="00FA4404"/>
    <w:rsid w:val="00FA54E2"/>
    <w:rsid w:val="00FA5AE3"/>
    <w:rsid w:val="00FA6053"/>
    <w:rsid w:val="00FA61B3"/>
    <w:rsid w:val="00FA654C"/>
    <w:rsid w:val="00FB0DD8"/>
    <w:rsid w:val="00FB0E4B"/>
    <w:rsid w:val="00FB1E91"/>
    <w:rsid w:val="00FB1F8F"/>
    <w:rsid w:val="00FB294A"/>
    <w:rsid w:val="00FB2A69"/>
    <w:rsid w:val="00FB33DF"/>
    <w:rsid w:val="00FB3707"/>
    <w:rsid w:val="00FB4037"/>
    <w:rsid w:val="00FB4565"/>
    <w:rsid w:val="00FB5CC4"/>
    <w:rsid w:val="00FB67C8"/>
    <w:rsid w:val="00FB6BB7"/>
    <w:rsid w:val="00FB72B2"/>
    <w:rsid w:val="00FB74F1"/>
    <w:rsid w:val="00FC0312"/>
    <w:rsid w:val="00FC2D7E"/>
    <w:rsid w:val="00FC2EE3"/>
    <w:rsid w:val="00FC3352"/>
    <w:rsid w:val="00FC346E"/>
    <w:rsid w:val="00FC4A05"/>
    <w:rsid w:val="00FC4EAB"/>
    <w:rsid w:val="00FC53F1"/>
    <w:rsid w:val="00FC6A98"/>
    <w:rsid w:val="00FC7152"/>
    <w:rsid w:val="00FC73CC"/>
    <w:rsid w:val="00FC7857"/>
    <w:rsid w:val="00FC79D4"/>
    <w:rsid w:val="00FD002E"/>
    <w:rsid w:val="00FD01E4"/>
    <w:rsid w:val="00FD1403"/>
    <w:rsid w:val="00FD238C"/>
    <w:rsid w:val="00FD45E6"/>
    <w:rsid w:val="00FD4886"/>
    <w:rsid w:val="00FD5114"/>
    <w:rsid w:val="00FD619E"/>
    <w:rsid w:val="00FD7395"/>
    <w:rsid w:val="00FD7EB7"/>
    <w:rsid w:val="00FE021B"/>
    <w:rsid w:val="00FE02BC"/>
    <w:rsid w:val="00FE02FD"/>
    <w:rsid w:val="00FE0359"/>
    <w:rsid w:val="00FE0B20"/>
    <w:rsid w:val="00FE0C16"/>
    <w:rsid w:val="00FE1BF1"/>
    <w:rsid w:val="00FE21D3"/>
    <w:rsid w:val="00FE3118"/>
    <w:rsid w:val="00FE31A9"/>
    <w:rsid w:val="00FE3662"/>
    <w:rsid w:val="00FE4419"/>
    <w:rsid w:val="00FE478C"/>
    <w:rsid w:val="00FE4DFD"/>
    <w:rsid w:val="00FE5DDD"/>
    <w:rsid w:val="00FE6CBA"/>
    <w:rsid w:val="00FF07F6"/>
    <w:rsid w:val="00FF0F85"/>
    <w:rsid w:val="00FF1545"/>
    <w:rsid w:val="00FF1B07"/>
    <w:rsid w:val="00FF2602"/>
    <w:rsid w:val="00FF2A4C"/>
    <w:rsid w:val="00FF2EE4"/>
    <w:rsid w:val="00FF3657"/>
    <w:rsid w:val="00FF53D0"/>
    <w:rsid w:val="00FF570D"/>
    <w:rsid w:val="00FF58A0"/>
    <w:rsid w:val="00FF5A32"/>
    <w:rsid w:val="00FF6595"/>
    <w:rsid w:val="00FF6DBE"/>
    <w:rsid w:val="00FF7658"/>
    <w:rsid w:val="00FF76F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7131"/>
  <w15:chartTrackingRefBased/>
  <w15:docId w15:val="{2C272FF5-9168-7D4D-820A-2CDDDB3A8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4D6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658DE"/>
    <w:pPr>
      <w:keepNext/>
      <w:numPr>
        <w:numId w:val="1"/>
      </w:numPr>
      <w:spacing w:after="240" w:line="240" w:lineRule="auto"/>
      <w:ind w:left="0" w:firstLine="0"/>
      <w:outlineLvl w:val="0"/>
    </w:pPr>
    <w:rPr>
      <w:rFonts w:ascii="Arial" w:eastAsia="Times New Roman" w:hAnsi="Arial" w:cs="Arial"/>
      <w:b/>
      <w:bCs/>
      <w:caps/>
      <w:color w:val="ADBDCF"/>
      <w:sz w:val="36"/>
      <w:szCs w:val="32"/>
      <w:lang w:val="da-DK" w:eastAsia="da-DK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407423"/>
    <w:pPr>
      <w:keepNext/>
      <w:spacing w:after="60" w:line="240" w:lineRule="auto"/>
      <w:outlineLvl w:val="1"/>
    </w:pPr>
    <w:rPr>
      <w:rFonts w:ascii="Arial" w:eastAsia="Times New Roman" w:hAnsi="Arial" w:cs="Arial"/>
      <w:b/>
      <w:bCs/>
      <w:iCs/>
      <w:color w:val="FF850D"/>
      <w:sz w:val="28"/>
      <w:szCs w:val="28"/>
      <w:lang w:val="da-DK" w:eastAsia="da-DK"/>
    </w:rPr>
  </w:style>
  <w:style w:type="paragraph" w:styleId="Overskrift3">
    <w:name w:val="heading 3"/>
    <w:basedOn w:val="Normal"/>
    <w:next w:val="Normal"/>
    <w:link w:val="Overskrift3Tegn"/>
    <w:qFormat/>
    <w:rsid w:val="00730851"/>
    <w:pPr>
      <w:keepNext/>
      <w:spacing w:after="60" w:line="240" w:lineRule="auto"/>
      <w:outlineLvl w:val="2"/>
    </w:pPr>
    <w:rPr>
      <w:rFonts w:ascii="Arial" w:eastAsia="Times New Roman" w:hAnsi="Arial" w:cs="Arial"/>
      <w:b/>
      <w:bCs/>
      <w:sz w:val="24"/>
      <w:szCs w:val="26"/>
      <w:lang w:val="da-DK" w:eastAsia="da-DK"/>
    </w:rPr>
  </w:style>
  <w:style w:type="paragraph" w:styleId="Overskrift4">
    <w:name w:val="heading 4"/>
    <w:basedOn w:val="Normal"/>
    <w:next w:val="Normal"/>
    <w:link w:val="Overskrift4Tegn"/>
    <w:qFormat/>
    <w:rsid w:val="00407423"/>
    <w:pPr>
      <w:tabs>
        <w:tab w:val="num" w:pos="0"/>
      </w:tabs>
      <w:spacing w:after="0" w:line="240" w:lineRule="auto"/>
      <w:outlineLvl w:val="3"/>
    </w:pPr>
    <w:rPr>
      <w:rFonts w:ascii="Arial" w:eastAsia="Calibri" w:hAnsi="Arial" w:cs="TmsRmn 12pt"/>
      <w:i/>
      <w:sz w:val="24"/>
      <w:szCs w:val="24"/>
    </w:rPr>
  </w:style>
  <w:style w:type="paragraph" w:styleId="Overskrift5">
    <w:name w:val="heading 5"/>
    <w:basedOn w:val="Normal"/>
    <w:next w:val="Normal"/>
    <w:link w:val="Overskrift5Tegn"/>
    <w:qFormat/>
    <w:rsid w:val="00AE6529"/>
    <w:pPr>
      <w:tabs>
        <w:tab w:val="num" w:pos="0"/>
      </w:tabs>
      <w:spacing w:after="0" w:line="240" w:lineRule="auto"/>
      <w:outlineLvl w:val="4"/>
    </w:pPr>
    <w:rPr>
      <w:rFonts w:ascii="TmsRmn 12pt" w:eastAsia="Calibri" w:hAnsi="TmsRmn 12pt" w:cs="TmsRmn 12pt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locked/>
    <w:rsid w:val="00B658DE"/>
    <w:rPr>
      <w:rFonts w:ascii="Arial" w:hAnsi="Arial" w:cs="Arial"/>
      <w:b/>
      <w:bCs/>
      <w:caps/>
      <w:color w:val="ADBDCF"/>
      <w:sz w:val="36"/>
      <w:szCs w:val="32"/>
    </w:rPr>
  </w:style>
  <w:style w:type="character" w:customStyle="1" w:styleId="Overskrift2Tegn">
    <w:name w:val="Overskrift 2 Tegn"/>
    <w:link w:val="Overskrift2"/>
    <w:uiPriority w:val="9"/>
    <w:locked/>
    <w:rsid w:val="00407423"/>
    <w:rPr>
      <w:rFonts w:ascii="Arial" w:hAnsi="Arial" w:cs="Arial"/>
      <w:b/>
      <w:bCs/>
      <w:iCs/>
      <w:color w:val="FF850D"/>
      <w:sz w:val="28"/>
      <w:szCs w:val="28"/>
    </w:rPr>
  </w:style>
  <w:style w:type="character" w:customStyle="1" w:styleId="Overskrift3Tegn">
    <w:name w:val="Overskrift 3 Tegn"/>
    <w:link w:val="Overskrift3"/>
    <w:locked/>
    <w:rsid w:val="00730851"/>
    <w:rPr>
      <w:rFonts w:ascii="Arial" w:hAnsi="Arial" w:cs="Arial"/>
      <w:b/>
      <w:bCs/>
      <w:sz w:val="24"/>
      <w:szCs w:val="26"/>
    </w:rPr>
  </w:style>
  <w:style w:type="character" w:customStyle="1" w:styleId="Overskrift4Tegn">
    <w:name w:val="Overskrift 4 Tegn"/>
    <w:link w:val="Overskrift4"/>
    <w:locked/>
    <w:rsid w:val="00407423"/>
    <w:rPr>
      <w:rFonts w:ascii="Arial" w:eastAsia="Calibri" w:hAnsi="Arial" w:cs="TmsRmn 12pt"/>
      <w:i/>
      <w:sz w:val="24"/>
      <w:szCs w:val="24"/>
      <w:lang w:val="en-US" w:eastAsia="en-US"/>
    </w:rPr>
  </w:style>
  <w:style w:type="character" w:customStyle="1" w:styleId="Overskrift5Tegn">
    <w:name w:val="Overskrift 5 Tegn"/>
    <w:link w:val="Overskrift5"/>
    <w:locked/>
    <w:rsid w:val="00AE6529"/>
    <w:rPr>
      <w:rFonts w:ascii="TmsRmn 12pt" w:eastAsia="Calibri" w:hAnsi="TmsRmn 12pt" w:cs="TmsRmn 12pt"/>
      <w:sz w:val="24"/>
      <w:szCs w:val="24"/>
      <w:lang w:val="en-US" w:eastAsia="en-US" w:bidi="ar-SA"/>
    </w:rPr>
  </w:style>
  <w:style w:type="paragraph" w:styleId="Sidehoved">
    <w:name w:val="header"/>
    <w:basedOn w:val="Normal"/>
    <w:link w:val="SidehovedTegn"/>
    <w:rsid w:val="00A36E68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Cs w:val="24"/>
      <w:lang w:val="da-DK" w:eastAsia="da-DK"/>
    </w:rPr>
  </w:style>
  <w:style w:type="character" w:customStyle="1" w:styleId="SidehovedTegn">
    <w:name w:val="Sidehoved Tegn"/>
    <w:link w:val="Sidehoved"/>
    <w:locked/>
    <w:rsid w:val="00AE6529"/>
    <w:rPr>
      <w:rFonts w:ascii="TradeGothic" w:hAnsi="TradeGothic"/>
      <w:sz w:val="22"/>
      <w:szCs w:val="24"/>
      <w:lang w:val="da-DK" w:eastAsia="da-DK" w:bidi="ar-SA"/>
    </w:rPr>
  </w:style>
  <w:style w:type="paragraph" w:styleId="Sidefod">
    <w:name w:val="footer"/>
    <w:basedOn w:val="Normal"/>
    <w:link w:val="SidefodTegn"/>
    <w:rsid w:val="00A36E68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color w:val="ADBDCF"/>
      <w:sz w:val="20"/>
      <w:szCs w:val="24"/>
      <w:lang w:val="da-DK" w:eastAsia="da-DK"/>
    </w:rPr>
  </w:style>
  <w:style w:type="character" w:customStyle="1" w:styleId="SidefodTegn">
    <w:name w:val="Sidefod Tegn"/>
    <w:link w:val="Sidefod"/>
    <w:locked/>
    <w:rsid w:val="00AE6529"/>
    <w:rPr>
      <w:rFonts w:ascii="TradeGothic" w:hAnsi="TradeGothic"/>
      <w:color w:val="ADBDCF"/>
      <w:szCs w:val="24"/>
      <w:lang w:val="da-DK" w:eastAsia="da-DK" w:bidi="ar-SA"/>
    </w:rPr>
  </w:style>
  <w:style w:type="character" w:styleId="Hyperlink">
    <w:name w:val="Hyperlink"/>
    <w:uiPriority w:val="99"/>
    <w:rsid w:val="00294D2C"/>
    <w:rPr>
      <w:color w:val="FF850D"/>
      <w:u w:val="none"/>
    </w:rPr>
  </w:style>
  <w:style w:type="paragraph" w:styleId="Indholdsfortegnelse1">
    <w:name w:val="toc 1"/>
    <w:basedOn w:val="Normal"/>
    <w:next w:val="Normal"/>
    <w:autoRedefine/>
    <w:uiPriority w:val="39"/>
    <w:qFormat/>
    <w:rsid w:val="00883BFD"/>
    <w:pPr>
      <w:tabs>
        <w:tab w:val="right" w:leader="dot" w:pos="6792"/>
      </w:tabs>
      <w:spacing w:before="240" w:after="0" w:line="240" w:lineRule="auto"/>
    </w:pPr>
    <w:rPr>
      <w:rFonts w:ascii="Arial" w:eastAsia="Times New Roman" w:hAnsi="Arial" w:cs="Times New Roman"/>
      <w:caps/>
      <w:color w:val="FF850D"/>
      <w:sz w:val="26"/>
      <w:szCs w:val="24"/>
      <w:lang w:val="da-DK" w:eastAsia="da-DK"/>
    </w:rPr>
  </w:style>
  <w:style w:type="paragraph" w:styleId="Indholdsfortegnelse2">
    <w:name w:val="toc 2"/>
    <w:basedOn w:val="Normal"/>
    <w:next w:val="Normal"/>
    <w:autoRedefine/>
    <w:uiPriority w:val="39"/>
    <w:qFormat/>
    <w:rsid w:val="00294D2C"/>
    <w:pPr>
      <w:spacing w:after="0" w:line="240" w:lineRule="auto"/>
      <w:ind w:left="220"/>
    </w:pPr>
    <w:rPr>
      <w:rFonts w:ascii="Arial" w:eastAsia="Times New Roman" w:hAnsi="Arial" w:cs="Times New Roman"/>
      <w:color w:val="000000"/>
      <w:szCs w:val="24"/>
      <w:lang w:val="da-DK" w:eastAsia="da-DK"/>
    </w:rPr>
  </w:style>
  <w:style w:type="paragraph" w:styleId="Indholdsfortegnelse3">
    <w:name w:val="toc 3"/>
    <w:basedOn w:val="Normal"/>
    <w:next w:val="Normal"/>
    <w:autoRedefine/>
    <w:uiPriority w:val="39"/>
    <w:qFormat/>
    <w:rsid w:val="00BB71E6"/>
    <w:pPr>
      <w:spacing w:after="0" w:line="240" w:lineRule="auto"/>
      <w:ind w:left="440"/>
    </w:pPr>
    <w:rPr>
      <w:rFonts w:ascii="Arial" w:eastAsia="Times New Roman" w:hAnsi="Arial" w:cs="Times New Roman"/>
      <w:szCs w:val="24"/>
      <w:lang w:val="da-DK" w:eastAsia="da-DK"/>
    </w:rPr>
  </w:style>
  <w:style w:type="paragraph" w:styleId="Fodnotetekst">
    <w:name w:val="footnote text"/>
    <w:basedOn w:val="Normal"/>
    <w:link w:val="FodnotetekstTegn"/>
    <w:semiHidden/>
    <w:rsid w:val="001E4A56"/>
    <w:pPr>
      <w:spacing w:after="0" w:line="240" w:lineRule="auto"/>
      <w:ind w:right="459"/>
      <w:jc w:val="both"/>
    </w:pPr>
    <w:rPr>
      <w:rFonts w:ascii="Arial" w:eastAsia="Times New Roman" w:hAnsi="Arial" w:cs="Times New Roman"/>
      <w:sz w:val="16"/>
      <w:szCs w:val="20"/>
      <w:lang w:val="da-DK"/>
    </w:rPr>
  </w:style>
  <w:style w:type="character" w:customStyle="1" w:styleId="FodnotetekstTegn">
    <w:name w:val="Fodnotetekst Tegn"/>
    <w:link w:val="Fodnotetekst"/>
    <w:locked/>
    <w:rsid w:val="001E4A56"/>
    <w:rPr>
      <w:rFonts w:ascii="Arial" w:hAnsi="Arial"/>
      <w:sz w:val="16"/>
      <w:lang w:val="da-DK" w:eastAsia="en-US" w:bidi="ar-SA"/>
    </w:rPr>
  </w:style>
  <w:style w:type="character" w:styleId="Fodnotehenvisning">
    <w:name w:val="footnote reference"/>
    <w:semiHidden/>
    <w:rsid w:val="00BC534E"/>
    <w:rPr>
      <w:rFonts w:cs="Times New Roman"/>
      <w:vertAlign w:val="superscript"/>
    </w:rPr>
  </w:style>
  <w:style w:type="paragraph" w:customStyle="1" w:styleId="Listeafsnit1">
    <w:name w:val="Listeafsnit1"/>
    <w:basedOn w:val="Normal"/>
    <w:link w:val="ListParagraphTegn"/>
    <w:rsid w:val="00AE6529"/>
    <w:pPr>
      <w:spacing w:after="0" w:line="240" w:lineRule="auto"/>
      <w:ind w:left="720" w:right="459"/>
      <w:jc w:val="both"/>
    </w:pPr>
    <w:rPr>
      <w:rFonts w:ascii="Calibri" w:eastAsia="Times New Roman" w:hAnsi="Calibri" w:cs="Times New Roman"/>
      <w:sz w:val="18"/>
      <w:szCs w:val="20"/>
      <w:lang w:val="da-DK"/>
    </w:rPr>
  </w:style>
  <w:style w:type="paragraph" w:styleId="Markeringsbobletekst">
    <w:name w:val="Balloon Text"/>
    <w:basedOn w:val="Normal"/>
    <w:link w:val="MarkeringsbobletekstTegn"/>
    <w:semiHidden/>
    <w:rsid w:val="00AE6529"/>
    <w:pPr>
      <w:spacing w:after="0" w:line="240" w:lineRule="auto"/>
      <w:ind w:right="459"/>
      <w:jc w:val="both"/>
    </w:pPr>
    <w:rPr>
      <w:rFonts w:ascii="Tahoma" w:eastAsia="Times New Roman" w:hAnsi="Tahoma" w:cs="Tahoma"/>
      <w:sz w:val="16"/>
      <w:szCs w:val="16"/>
      <w:lang w:val="da-DK"/>
    </w:rPr>
  </w:style>
  <w:style w:type="character" w:customStyle="1" w:styleId="MarkeringsbobletekstTegn">
    <w:name w:val="Markeringsbobletekst Tegn"/>
    <w:link w:val="Markeringsbobletekst"/>
    <w:semiHidden/>
    <w:locked/>
    <w:rsid w:val="00AE6529"/>
    <w:rPr>
      <w:rFonts w:ascii="Tahoma" w:hAnsi="Tahoma" w:cs="Tahoma"/>
      <w:sz w:val="16"/>
      <w:szCs w:val="16"/>
      <w:lang w:val="da-DK" w:eastAsia="en-US" w:bidi="ar-SA"/>
    </w:rPr>
  </w:style>
  <w:style w:type="paragraph" w:styleId="FormateretHTML">
    <w:name w:val="HTML Preformatted"/>
    <w:basedOn w:val="Normal"/>
    <w:link w:val="FormateretHTMLTegn"/>
    <w:rsid w:val="00AE65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18"/>
      <w:szCs w:val="18"/>
      <w:lang w:val="da-DK" w:eastAsia="da-DK"/>
    </w:rPr>
  </w:style>
  <w:style w:type="character" w:customStyle="1" w:styleId="FormateretHTMLTegn">
    <w:name w:val="Formateret HTML Tegn"/>
    <w:link w:val="FormateretHTML"/>
    <w:locked/>
    <w:rsid w:val="00AE6529"/>
    <w:rPr>
      <w:rFonts w:ascii="Courier New" w:eastAsia="Calibri" w:hAnsi="Courier New" w:cs="Courier New"/>
      <w:sz w:val="18"/>
      <w:szCs w:val="18"/>
      <w:lang w:val="da-DK" w:eastAsia="da-DK" w:bidi="ar-SA"/>
    </w:rPr>
  </w:style>
  <w:style w:type="paragraph" w:styleId="Almindeligtekst">
    <w:name w:val="Plain Text"/>
    <w:basedOn w:val="Normal"/>
    <w:link w:val="AlmindeligtekstTegn"/>
    <w:semiHidden/>
    <w:rsid w:val="00AE652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lmindeligtekstTegn">
    <w:name w:val="Almindelig tekst Tegn"/>
    <w:link w:val="Almindeligtekst"/>
    <w:semiHidden/>
    <w:locked/>
    <w:rsid w:val="00AE6529"/>
    <w:rPr>
      <w:rFonts w:ascii="Courier New" w:eastAsia="Calibri" w:hAnsi="Courier New" w:cs="Courier New"/>
      <w:lang w:val="en-US" w:eastAsia="en-US" w:bidi="ar-SA"/>
    </w:rPr>
  </w:style>
  <w:style w:type="paragraph" w:styleId="Slutnotetekst">
    <w:name w:val="endnote text"/>
    <w:basedOn w:val="Normal"/>
    <w:link w:val="SlutnotetekstTegn"/>
    <w:semiHidden/>
    <w:rsid w:val="00AE6529"/>
    <w:pPr>
      <w:spacing w:after="0" w:line="240" w:lineRule="auto"/>
      <w:ind w:right="459"/>
      <w:jc w:val="both"/>
    </w:pPr>
    <w:rPr>
      <w:rFonts w:ascii="Calibri" w:eastAsia="Times New Roman" w:hAnsi="Calibri" w:cs="Times New Roman"/>
      <w:sz w:val="20"/>
      <w:szCs w:val="20"/>
      <w:lang w:val="da-DK"/>
    </w:rPr>
  </w:style>
  <w:style w:type="character" w:customStyle="1" w:styleId="SlutnotetekstTegn">
    <w:name w:val="Slutnotetekst Tegn"/>
    <w:link w:val="Slutnotetekst"/>
    <w:locked/>
    <w:rsid w:val="00AE6529"/>
    <w:rPr>
      <w:rFonts w:ascii="Calibri" w:hAnsi="Calibri"/>
      <w:lang w:val="da-DK" w:eastAsia="en-US" w:bidi="ar-SA"/>
    </w:rPr>
  </w:style>
  <w:style w:type="paragraph" w:styleId="Opstilling-punkttegn">
    <w:name w:val="List Bullet"/>
    <w:basedOn w:val="Normal"/>
    <w:uiPriority w:val="99"/>
    <w:rsid w:val="00AE6529"/>
    <w:pPr>
      <w:numPr>
        <w:numId w:val="2"/>
      </w:numPr>
      <w:spacing w:after="0" w:line="240" w:lineRule="auto"/>
      <w:ind w:right="459"/>
      <w:jc w:val="both"/>
    </w:pPr>
    <w:rPr>
      <w:rFonts w:ascii="Calibri" w:eastAsia="Times New Roman" w:hAnsi="Calibri" w:cs="Times New Roman"/>
      <w:sz w:val="18"/>
      <w:szCs w:val="20"/>
      <w:lang w:val="da-DK"/>
    </w:rPr>
  </w:style>
  <w:style w:type="paragraph" w:styleId="NormalWeb">
    <w:name w:val="Normal (Web)"/>
    <w:basedOn w:val="Normal"/>
    <w:uiPriority w:val="99"/>
    <w:rsid w:val="00AE6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da-DK" w:eastAsia="da-DK"/>
    </w:rPr>
  </w:style>
  <w:style w:type="character" w:styleId="Strk">
    <w:name w:val="Strong"/>
    <w:qFormat/>
    <w:rsid w:val="00AE6529"/>
    <w:rPr>
      <w:rFonts w:cs="Times New Roman"/>
      <w:b/>
      <w:bCs/>
    </w:rPr>
  </w:style>
  <w:style w:type="paragraph" w:customStyle="1" w:styleId="Ingenafstand1">
    <w:name w:val="Ingen afstand1"/>
    <w:link w:val="NoSpacingChar"/>
    <w:rsid w:val="00AE6529"/>
    <w:rPr>
      <w:rFonts w:ascii="Calibri" w:eastAsia="Calibri" w:hAnsi="Calibri"/>
      <w:sz w:val="18"/>
      <w:lang w:eastAsia="en-US"/>
    </w:rPr>
  </w:style>
  <w:style w:type="character" w:customStyle="1" w:styleId="NoSpacingChar">
    <w:name w:val="No Spacing Char"/>
    <w:link w:val="Ingenafstand1"/>
    <w:locked/>
    <w:rsid w:val="00AE6529"/>
    <w:rPr>
      <w:rFonts w:ascii="Calibri" w:eastAsia="Calibri" w:hAnsi="Calibri"/>
      <w:sz w:val="18"/>
      <w:lang w:val="da-DK" w:eastAsia="en-US" w:bidi="ar-SA"/>
    </w:rPr>
  </w:style>
  <w:style w:type="paragraph" w:styleId="Kommentartekst">
    <w:name w:val="annotation text"/>
    <w:basedOn w:val="Normal"/>
    <w:link w:val="KommentartekstTegn"/>
    <w:semiHidden/>
    <w:rsid w:val="00AE6529"/>
    <w:pPr>
      <w:spacing w:after="0" w:line="240" w:lineRule="auto"/>
      <w:ind w:right="459"/>
      <w:jc w:val="both"/>
    </w:pPr>
    <w:rPr>
      <w:rFonts w:ascii="Calibri" w:eastAsia="Times New Roman" w:hAnsi="Calibri" w:cs="Times New Roman"/>
      <w:sz w:val="20"/>
      <w:szCs w:val="20"/>
      <w:lang w:val="da-DK"/>
    </w:rPr>
  </w:style>
  <w:style w:type="character" w:customStyle="1" w:styleId="KommentartekstTegn">
    <w:name w:val="Kommentartekst Tegn"/>
    <w:link w:val="Kommentartekst"/>
    <w:semiHidden/>
    <w:locked/>
    <w:rsid w:val="00AE6529"/>
    <w:rPr>
      <w:rFonts w:ascii="Calibri" w:hAnsi="Calibri"/>
      <w:lang w:val="da-DK" w:eastAsia="en-US" w:bidi="ar-SA"/>
    </w:rPr>
  </w:style>
  <w:style w:type="paragraph" w:styleId="Kommentaremne">
    <w:name w:val="annotation subject"/>
    <w:basedOn w:val="Kommentartekst"/>
    <w:next w:val="Kommentartekst"/>
    <w:link w:val="KommentaremneTegn"/>
    <w:semiHidden/>
    <w:rsid w:val="00AE6529"/>
    <w:rPr>
      <w:b/>
      <w:bCs/>
    </w:rPr>
  </w:style>
  <w:style w:type="character" w:customStyle="1" w:styleId="KommentaremneTegn">
    <w:name w:val="Kommentaremne Tegn"/>
    <w:link w:val="Kommentaremne"/>
    <w:semiHidden/>
    <w:locked/>
    <w:rsid w:val="00AE6529"/>
    <w:rPr>
      <w:rFonts w:ascii="Calibri" w:hAnsi="Calibri"/>
      <w:b/>
      <w:bCs/>
      <w:lang w:val="da-DK" w:eastAsia="en-US" w:bidi="ar-SA"/>
    </w:rPr>
  </w:style>
  <w:style w:type="paragraph" w:customStyle="1" w:styleId="s3">
    <w:name w:val="s3"/>
    <w:basedOn w:val="Normal"/>
    <w:rsid w:val="00AE652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da-DK" w:eastAsia="da-DK"/>
    </w:rPr>
  </w:style>
  <w:style w:type="paragraph" w:customStyle="1" w:styleId="s7">
    <w:name w:val="s7"/>
    <w:basedOn w:val="Normal"/>
    <w:rsid w:val="00AE6529"/>
    <w:pPr>
      <w:spacing w:after="0" w:line="240" w:lineRule="auto"/>
      <w:ind w:firstLine="720"/>
    </w:pPr>
    <w:rPr>
      <w:rFonts w:ascii="Times New Roman" w:eastAsia="Calibri" w:hAnsi="Times New Roman" w:cs="Times New Roman"/>
      <w:color w:val="000000"/>
      <w:sz w:val="20"/>
      <w:szCs w:val="20"/>
      <w:lang w:val="da-DK" w:eastAsia="da-DK"/>
    </w:rPr>
  </w:style>
  <w:style w:type="paragraph" w:customStyle="1" w:styleId="s9">
    <w:name w:val="s9"/>
    <w:basedOn w:val="Normal"/>
    <w:rsid w:val="00AE6529"/>
    <w:pPr>
      <w:spacing w:after="0" w:line="240" w:lineRule="auto"/>
      <w:ind w:firstLine="720"/>
    </w:pPr>
    <w:rPr>
      <w:rFonts w:ascii="Times New Roman" w:eastAsia="Calibri" w:hAnsi="Times New Roman" w:cs="Times New Roman"/>
      <w:color w:val="000000"/>
      <w:sz w:val="24"/>
      <w:szCs w:val="24"/>
      <w:lang w:val="da-DK" w:eastAsia="da-DK"/>
    </w:rPr>
  </w:style>
  <w:style w:type="table" w:styleId="Tabel-Gitter">
    <w:name w:val="Table Grid"/>
    <w:basedOn w:val="Tabel-Normal"/>
    <w:uiPriority w:val="59"/>
    <w:rsid w:val="00AE6529"/>
    <w:rPr>
      <w:rFonts w:ascii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ypografiListParagraphSort">
    <w:name w:val="Typografi List Paragraph + Sort"/>
    <w:basedOn w:val="Listeafsnit1"/>
    <w:link w:val="TypografiListParagraphSortTegn"/>
    <w:rsid w:val="006C738E"/>
    <w:rPr>
      <w:rFonts w:ascii="Arial" w:hAnsi="Arial"/>
      <w:color w:val="000000"/>
    </w:rPr>
  </w:style>
  <w:style w:type="character" w:customStyle="1" w:styleId="ListParagraphTegn">
    <w:name w:val="List Paragraph Tegn"/>
    <w:link w:val="Listeafsnit1"/>
    <w:rsid w:val="006C738E"/>
    <w:rPr>
      <w:rFonts w:ascii="Calibri" w:hAnsi="Calibri"/>
      <w:sz w:val="18"/>
      <w:lang w:val="da-DK" w:eastAsia="en-US" w:bidi="ar-SA"/>
    </w:rPr>
  </w:style>
  <w:style w:type="character" w:customStyle="1" w:styleId="TypografiListParagraphSortTegn">
    <w:name w:val="Typografi List Paragraph + Sort Tegn"/>
    <w:link w:val="TypografiListParagraphSort"/>
    <w:rsid w:val="006C738E"/>
    <w:rPr>
      <w:rFonts w:ascii="Arial" w:hAnsi="Arial"/>
      <w:color w:val="000000"/>
      <w:sz w:val="18"/>
      <w:lang w:val="da-DK" w:eastAsia="en-US" w:bidi="ar-SA"/>
    </w:rPr>
  </w:style>
  <w:style w:type="paragraph" w:customStyle="1" w:styleId="TypografiListParagraphHjre-01pktLinjeafstandFlerelinj">
    <w:name w:val="Typografi List Paragraph + Højre:  -01 pkt. Linjeafstand:  Flere linj..."/>
    <w:basedOn w:val="Listeafsnit1"/>
    <w:rsid w:val="006C738E"/>
    <w:pPr>
      <w:spacing w:line="276" w:lineRule="auto"/>
      <w:ind w:right="-2"/>
    </w:pPr>
    <w:rPr>
      <w:rFonts w:ascii="Arial" w:hAnsi="Arial"/>
    </w:rPr>
  </w:style>
  <w:style w:type="paragraph" w:customStyle="1" w:styleId="TypografiFormateretHTMLLatinCalibriSort">
    <w:name w:val="Typografi Formateret HTML   + (Latin) Calibri Sort"/>
    <w:basedOn w:val="FormateretHTML"/>
    <w:link w:val="TypografiFormateretHTMLLatinCalibriSortTegn"/>
    <w:rsid w:val="00C84353"/>
    <w:rPr>
      <w:rFonts w:ascii="Arial" w:hAnsi="Arial"/>
      <w:color w:val="000000"/>
    </w:rPr>
  </w:style>
  <w:style w:type="character" w:customStyle="1" w:styleId="TypografiFormateretHTMLLatinCalibriSortTegn">
    <w:name w:val="Typografi Formateret HTML   + (Latin) Calibri Sort Tegn"/>
    <w:link w:val="TypografiFormateretHTMLLatinCalibriSort"/>
    <w:rsid w:val="00C84353"/>
    <w:rPr>
      <w:rFonts w:ascii="Arial" w:eastAsia="Calibri" w:hAnsi="Arial" w:cs="Courier New"/>
      <w:color w:val="000000"/>
      <w:sz w:val="18"/>
      <w:szCs w:val="18"/>
      <w:lang w:val="da-DK" w:eastAsia="da-DK" w:bidi="ar-SA"/>
    </w:rPr>
  </w:style>
  <w:style w:type="paragraph" w:customStyle="1" w:styleId="TypografiFormateretHTMLLatinCalibriSort1">
    <w:name w:val="Typografi Formateret HTML   + (Latin) Calibri Sort1"/>
    <w:basedOn w:val="FormateretHTML"/>
    <w:link w:val="TypografiFormateretHTMLLatinCalibriSort1Tegn"/>
    <w:rsid w:val="00C84353"/>
    <w:rPr>
      <w:rFonts w:ascii="Arial" w:hAnsi="Arial"/>
      <w:color w:val="000000"/>
    </w:rPr>
  </w:style>
  <w:style w:type="character" w:customStyle="1" w:styleId="TypografiFormateretHTMLLatinCalibriSort1Tegn">
    <w:name w:val="Typografi Formateret HTML   + (Latin) Calibri Sort1 Tegn"/>
    <w:link w:val="TypografiFormateretHTMLLatinCalibriSort1"/>
    <w:rsid w:val="00C84353"/>
    <w:rPr>
      <w:rFonts w:ascii="Arial" w:eastAsia="Calibri" w:hAnsi="Arial" w:cs="Courier New"/>
      <w:color w:val="000000"/>
      <w:sz w:val="18"/>
      <w:szCs w:val="18"/>
      <w:lang w:val="da-DK" w:eastAsia="da-DK" w:bidi="ar-SA"/>
    </w:rPr>
  </w:style>
  <w:style w:type="paragraph" w:customStyle="1" w:styleId="TypografiFormateretHTMLLatinCalibriSortLigemargenerVen">
    <w:name w:val="Typografi Formateret HTML   + (Latin) Calibri Sort Lige margener Ven..."/>
    <w:basedOn w:val="FormateretHTML"/>
    <w:rsid w:val="00C84353"/>
    <w:pPr>
      <w:spacing w:line="276" w:lineRule="auto"/>
      <w:ind w:left="851" w:right="-2" w:hanging="851"/>
      <w:jc w:val="both"/>
    </w:pPr>
    <w:rPr>
      <w:rFonts w:ascii="Arial" w:eastAsia="Times New Roman" w:hAnsi="Arial" w:cs="Times New Roman"/>
      <w:color w:val="000000"/>
      <w:szCs w:val="20"/>
    </w:rPr>
  </w:style>
  <w:style w:type="paragraph" w:customStyle="1" w:styleId="TypografiFormateretHTMLLatinCalibriSortLigemargenerVen1">
    <w:name w:val="Typografi Formateret HTML   + (Latin) Calibri Sort Lige margener Ven...1"/>
    <w:basedOn w:val="FormateretHTML"/>
    <w:rsid w:val="00C84353"/>
    <w:pPr>
      <w:spacing w:line="276" w:lineRule="auto"/>
      <w:ind w:left="851" w:hanging="851"/>
      <w:jc w:val="both"/>
    </w:pPr>
    <w:rPr>
      <w:rFonts w:ascii="Arial" w:eastAsia="Times New Roman" w:hAnsi="Arial" w:cs="Times New Roman"/>
      <w:color w:val="000000"/>
      <w:szCs w:val="20"/>
    </w:rPr>
  </w:style>
  <w:style w:type="paragraph" w:customStyle="1" w:styleId="TypografiListParagraphVenstre0pktHjre-01pktLinjeaf">
    <w:name w:val="Typografi List Paragraph + Venstre:  0 pkt. Højre:  -01 pkt. Linjeaf..."/>
    <w:basedOn w:val="Listeafsnit1"/>
    <w:rsid w:val="00C84353"/>
    <w:pPr>
      <w:spacing w:line="276" w:lineRule="auto"/>
      <w:ind w:left="0" w:right="-2"/>
    </w:pPr>
    <w:rPr>
      <w:rFonts w:ascii="Arial" w:hAnsi="Arial"/>
    </w:rPr>
  </w:style>
  <w:style w:type="paragraph" w:styleId="Indholdsfortegnelse4">
    <w:name w:val="toc 4"/>
    <w:basedOn w:val="Normal"/>
    <w:next w:val="Normal"/>
    <w:autoRedefine/>
    <w:semiHidden/>
    <w:rsid w:val="00BB71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Indholdsfortegnelse5">
    <w:name w:val="toc 5"/>
    <w:basedOn w:val="Normal"/>
    <w:next w:val="Normal"/>
    <w:autoRedefine/>
    <w:semiHidden/>
    <w:rsid w:val="00BB71E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Indholdsfortegnelse6">
    <w:name w:val="toc 6"/>
    <w:basedOn w:val="Normal"/>
    <w:next w:val="Normal"/>
    <w:autoRedefine/>
    <w:semiHidden/>
    <w:rsid w:val="00BB71E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Indholdsfortegnelse7">
    <w:name w:val="toc 7"/>
    <w:basedOn w:val="Normal"/>
    <w:next w:val="Normal"/>
    <w:autoRedefine/>
    <w:semiHidden/>
    <w:rsid w:val="00BB71E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Indholdsfortegnelse8">
    <w:name w:val="toc 8"/>
    <w:basedOn w:val="Normal"/>
    <w:next w:val="Normal"/>
    <w:autoRedefine/>
    <w:semiHidden/>
    <w:rsid w:val="00BB71E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Indholdsfortegnelse9">
    <w:name w:val="toc 9"/>
    <w:basedOn w:val="Normal"/>
    <w:next w:val="Normal"/>
    <w:autoRedefine/>
    <w:semiHidden/>
    <w:rsid w:val="00BB71E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Listeafsnit">
    <w:name w:val="List Paragraph"/>
    <w:basedOn w:val="Normal"/>
    <w:uiPriority w:val="34"/>
    <w:qFormat/>
    <w:rsid w:val="00930E69"/>
    <w:pPr>
      <w:spacing w:after="0" w:line="240" w:lineRule="auto"/>
      <w:ind w:left="1304"/>
    </w:pPr>
    <w:rPr>
      <w:rFonts w:ascii="Arial" w:eastAsia="Times New Roman" w:hAnsi="Arial" w:cs="Times New Roman"/>
      <w:szCs w:val="24"/>
      <w:lang w:val="da-DK" w:eastAsia="da-DK"/>
    </w:rPr>
  </w:style>
  <w:style w:type="paragraph" w:styleId="Overskrift">
    <w:name w:val="TOC Heading"/>
    <w:basedOn w:val="Overskrift1"/>
    <w:next w:val="Normal"/>
    <w:uiPriority w:val="39"/>
    <w:qFormat/>
    <w:rsid w:val="00F46DC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 w:val="0"/>
      <w:caps w:val="0"/>
      <w:color w:val="365F91"/>
      <w:sz w:val="28"/>
      <w:szCs w:val="28"/>
      <w:lang w:eastAsia="en-US"/>
    </w:rPr>
  </w:style>
  <w:style w:type="character" w:customStyle="1" w:styleId="ListParagraphChar">
    <w:name w:val="List Paragraph Char"/>
    <w:locked/>
    <w:rsid w:val="001E4241"/>
    <w:rPr>
      <w:rFonts w:ascii="Calibri" w:hAnsi="Calibri"/>
      <w:sz w:val="18"/>
      <w:lang w:val="da-DK" w:eastAsia="en-US" w:bidi="ar-SA"/>
    </w:rPr>
  </w:style>
  <w:style w:type="character" w:customStyle="1" w:styleId="TypografiTimesNewRoman10pktSort">
    <w:name w:val="Typografi Times New Roman 10 pkt Sort"/>
    <w:rsid w:val="001E4241"/>
    <w:rPr>
      <w:rFonts w:ascii="Times New Roman" w:hAnsi="Times New Roman" w:cs="Times New Roman"/>
      <w:color w:val="000000"/>
      <w:sz w:val="22"/>
    </w:rPr>
  </w:style>
  <w:style w:type="character" w:styleId="Sidetal">
    <w:name w:val="page number"/>
    <w:basedOn w:val="Standardskrifttypeiafsnit"/>
    <w:rsid w:val="00821732"/>
  </w:style>
  <w:style w:type="character" w:customStyle="1" w:styleId="uk-text-background">
    <w:name w:val="uk-text-background"/>
    <w:rsid w:val="00DC1690"/>
  </w:style>
  <w:style w:type="character" w:styleId="Ulstomtale">
    <w:name w:val="Unresolved Mention"/>
    <w:basedOn w:val="Standardskrifttypeiafsnit"/>
    <w:uiPriority w:val="99"/>
    <w:semiHidden/>
    <w:unhideWhenUsed/>
    <w:rsid w:val="007E1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onejakobsgaard/Library/Group%20Containers/UBF8T346G9.Office/User%20Content.localized/Templates.localized/Brevpapir%20m%20logo%20volapyk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Brevpapir m logo volapyk.dotx</Template>
  <TotalTime>1</TotalTime>
  <Pages>1</Pages>
  <Words>207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Indsæt ny titel via Filer -&gt; Egenskaber</vt:lpstr>
    </vt:vector>
  </TitlesOfParts>
  <Company>Væksthus Midtjylland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Indsæt ny titel via Filer -&gt; Egenskaber</dc:title>
  <dc:subject/>
  <dc:creator>Lone Jakobsgaard</dc:creator>
  <cp:keywords/>
  <dc:description/>
  <cp:lastModifiedBy>Lone Jakobsgaard</cp:lastModifiedBy>
  <cp:revision>1</cp:revision>
  <cp:lastPrinted>2020-08-11T08:08:00Z</cp:lastPrinted>
  <dcterms:created xsi:type="dcterms:W3CDTF">2025-11-11T15:46:00Z</dcterms:created>
  <dcterms:modified xsi:type="dcterms:W3CDTF">2025-11-11T15:47:00Z</dcterms:modified>
</cp:coreProperties>
</file>